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9E423" w14:textId="77777777" w:rsidR="00E67D80" w:rsidRPr="00AF4FCD" w:rsidRDefault="00023729" w:rsidP="00E67D80">
      <w:pPr>
        <w:rPr>
          <w:b/>
        </w:rPr>
      </w:pPr>
      <w:r>
        <w:rPr>
          <w:b/>
        </w:rPr>
        <w:t>SAE - Signs and Symbols</w:t>
      </w:r>
      <w:r w:rsidR="00ED22BF" w:rsidRPr="00AF4FCD">
        <w:rPr>
          <w:b/>
        </w:rPr>
        <w:t xml:space="preserve">- </w:t>
      </w:r>
      <w:r w:rsidR="00E67D80" w:rsidRPr="00AF4FCD">
        <w:rPr>
          <w:b/>
        </w:rPr>
        <w:t>K&amp;U</w:t>
      </w:r>
    </w:p>
    <w:p w14:paraId="5FF20222" w14:textId="77777777" w:rsidR="00E67D80" w:rsidRDefault="006A5D48" w:rsidP="00E67D80">
      <w:r>
        <w:rPr>
          <w:noProof/>
          <w:lang w:eastAsia="en-US"/>
        </w:rPr>
        <mc:AlternateContent>
          <mc:Choice Requires="wps">
            <w:drawing>
              <wp:anchor distT="0" distB="0" distL="114300" distR="114300" simplePos="0" relativeHeight="251659264" behindDoc="0" locked="0" layoutInCell="1" allowOverlap="1" wp14:anchorId="1E22FD32" wp14:editId="3F5825BB">
                <wp:simplePos x="0" y="0"/>
                <wp:positionH relativeFrom="column">
                  <wp:posOffset>-172085</wp:posOffset>
                </wp:positionH>
                <wp:positionV relativeFrom="paragraph">
                  <wp:posOffset>272627</wp:posOffset>
                </wp:positionV>
                <wp:extent cx="7086600" cy="6350000"/>
                <wp:effectExtent l="0" t="0" r="25400" b="25400"/>
                <wp:wrapNone/>
                <wp:docPr id="1" name="Text Box 1"/>
                <wp:cNvGraphicFramePr/>
                <a:graphic xmlns:a="http://schemas.openxmlformats.org/drawingml/2006/main">
                  <a:graphicData uri="http://schemas.microsoft.com/office/word/2010/wordprocessingShape">
                    <wps:wsp>
                      <wps:cNvSpPr txBox="1"/>
                      <wps:spPr>
                        <a:xfrm>
                          <a:off x="0" y="0"/>
                          <a:ext cx="7086600" cy="6350000"/>
                        </a:xfrm>
                        <a:prstGeom prst="rect">
                          <a:avLst/>
                        </a:prstGeom>
                        <a:solidFill>
                          <a:srgbClr val="FFFFFF"/>
                        </a:solidFill>
                        <a:ln w="6350">
                          <a:solidFill>
                            <a:srgbClr val="FFFFFF"/>
                          </a:solid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ayout w:type="fixed"/>
                              <w:tblLook w:val="04A0" w:firstRow="1" w:lastRow="0" w:firstColumn="1" w:lastColumn="0" w:noHBand="0" w:noVBand="1"/>
                            </w:tblPr>
                            <w:tblGrid>
                              <w:gridCol w:w="850"/>
                              <w:gridCol w:w="2020"/>
                              <w:gridCol w:w="1358"/>
                              <w:gridCol w:w="1359"/>
                              <w:gridCol w:w="1359"/>
                              <w:gridCol w:w="1359"/>
                              <w:gridCol w:w="1359"/>
                              <w:gridCol w:w="1359"/>
                            </w:tblGrid>
                            <w:tr w:rsidR="00AF4FCD" w14:paraId="6D0C40C7" w14:textId="77777777" w:rsidTr="009A2007">
                              <w:trPr>
                                <w:trHeight w:val="1427"/>
                              </w:trPr>
                              <w:tc>
                                <w:tcPr>
                                  <w:tcW w:w="850" w:type="dxa"/>
                                  <w:textDirection w:val="btLr"/>
                                  <w:vAlign w:val="center"/>
                                </w:tcPr>
                                <w:p w14:paraId="165469CB" w14:textId="77777777" w:rsidR="00AF4FCD" w:rsidRDefault="00AF4FCD" w:rsidP="00E67D80">
                                  <w:pPr>
                                    <w:ind w:left="113" w:right="113"/>
                                    <w:jc w:val="center"/>
                                  </w:pPr>
                                  <w:r>
                                    <w:t xml:space="preserve"> </w:t>
                                  </w:r>
                                </w:p>
                              </w:tc>
                              <w:tc>
                                <w:tcPr>
                                  <w:tcW w:w="2020" w:type="dxa"/>
                                  <w:textDirection w:val="tbRl"/>
                                </w:tcPr>
                                <w:p w14:paraId="3F6B59F4" w14:textId="77777777" w:rsidR="00AF4FCD" w:rsidRDefault="00AF4FCD" w:rsidP="00E67D80">
                                  <w:pPr>
                                    <w:ind w:left="113" w:right="113"/>
                                  </w:pPr>
                                </w:p>
                              </w:tc>
                              <w:tc>
                                <w:tcPr>
                                  <w:tcW w:w="1358" w:type="dxa"/>
                                  <w:vAlign w:val="center"/>
                                </w:tcPr>
                                <w:p w14:paraId="1466AAE1" w14:textId="77777777" w:rsidR="00AF4FCD" w:rsidRPr="00AC3FB4" w:rsidRDefault="00AF4FCD" w:rsidP="001E4392">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41B626EC" w14:textId="77777777" w:rsidR="00AF4FCD" w:rsidRDefault="00AF4FCD" w:rsidP="008A06DC">
                                  <w:pPr>
                                    <w:rPr>
                                      <w:sz w:val="18"/>
                                      <w:szCs w:val="18"/>
                                    </w:rPr>
                                  </w:pPr>
                                  <w:r>
                                    <w:rPr>
                                      <w:sz w:val="18"/>
                                      <w:szCs w:val="18"/>
                                    </w:rPr>
                                    <w:t>Response shows an complete understanding of the concepts</w:t>
                                  </w:r>
                                </w:p>
                              </w:tc>
                              <w:tc>
                                <w:tcPr>
                                  <w:tcW w:w="1359" w:type="dxa"/>
                                  <w:shd w:val="clear" w:color="auto" w:fill="auto"/>
                                  <w:vAlign w:val="center"/>
                                </w:tcPr>
                                <w:p w14:paraId="03FFF385" w14:textId="77777777" w:rsidR="00AF4FCD" w:rsidRPr="00AC3FB4" w:rsidRDefault="00AF4FCD" w:rsidP="008A06DC">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0D2DE93F" w14:textId="77777777" w:rsidR="00AF4FCD" w:rsidRPr="00AC3FB4" w:rsidRDefault="00AF4FCD" w:rsidP="00A32E34">
                                  <w:pPr>
                                    <w:rPr>
                                      <w:sz w:val="18"/>
                                      <w:szCs w:val="18"/>
                                    </w:rPr>
                                  </w:pPr>
                                  <w:r>
                                    <w:rPr>
                                      <w:sz w:val="18"/>
                                      <w:szCs w:val="18"/>
                                    </w:rPr>
                                    <w:t>Response shows an emerging understanding of the concepts</w:t>
                                  </w:r>
                                </w:p>
                              </w:tc>
                              <w:tc>
                                <w:tcPr>
                                  <w:tcW w:w="1359" w:type="dxa"/>
                                  <w:shd w:val="clear" w:color="auto" w:fill="auto"/>
                                  <w:vAlign w:val="center"/>
                                </w:tcPr>
                                <w:p w14:paraId="3559C4A5" w14:textId="77777777" w:rsidR="00AF4FCD" w:rsidRPr="00AC3FB4" w:rsidRDefault="00AF4FCD" w:rsidP="001E4392">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4FD9AE9B" w14:textId="77777777" w:rsidR="00AF4FCD" w:rsidRPr="00AC3FB4" w:rsidRDefault="00AF4FCD" w:rsidP="00CF51A7">
                                  <w:pPr>
                                    <w:rPr>
                                      <w:sz w:val="18"/>
                                      <w:szCs w:val="18"/>
                                    </w:rPr>
                                  </w:pPr>
                                  <w:r>
                                    <w:rPr>
                                      <w:sz w:val="18"/>
                                      <w:szCs w:val="18"/>
                                    </w:rPr>
                                    <w:t>Response not present or completely misses the mark</w:t>
                                  </w:r>
                                </w:p>
                              </w:tc>
                            </w:tr>
                            <w:tr w:rsidR="00AF4FCD" w14:paraId="4403EEBA" w14:textId="77777777" w:rsidTr="009A2007">
                              <w:trPr>
                                <w:trHeight w:val="1427"/>
                              </w:trPr>
                              <w:tc>
                                <w:tcPr>
                                  <w:tcW w:w="850" w:type="dxa"/>
                                  <w:shd w:val="clear" w:color="auto" w:fill="C6D9F1" w:themeFill="text2" w:themeFillTint="33"/>
                                  <w:textDirection w:val="btLr"/>
                                  <w:vAlign w:val="center"/>
                                </w:tcPr>
                                <w:p w14:paraId="0A1E15A5" w14:textId="77777777" w:rsidR="00AF4FCD" w:rsidRDefault="00AF4FCD" w:rsidP="00E67D80">
                                  <w:pPr>
                                    <w:ind w:left="113" w:right="113"/>
                                    <w:jc w:val="center"/>
                                  </w:pPr>
                                  <w:r>
                                    <w:t>Observe</w:t>
                                  </w:r>
                                </w:p>
                              </w:tc>
                              <w:tc>
                                <w:tcPr>
                                  <w:tcW w:w="2020" w:type="dxa"/>
                                  <w:shd w:val="clear" w:color="auto" w:fill="8DB3E2" w:themeFill="text2" w:themeFillTint="66"/>
                                </w:tcPr>
                                <w:p w14:paraId="3F311E74" w14:textId="77777777" w:rsidR="00AF4FCD" w:rsidRDefault="00AF4FCD" w:rsidP="00E67D80">
                                  <w:r w:rsidRPr="008B0268">
                                    <w:rPr>
                                      <w:b/>
                                    </w:rPr>
                                    <w:t>Form</w:t>
                                  </w:r>
                                  <w:r>
                                    <w:t xml:space="preserve"> – your analysis of the form shows an </w:t>
                                  </w:r>
                                  <w:r w:rsidRPr="004F33F3">
                                    <w:rPr>
                                      <w:b/>
                                    </w:rPr>
                                    <w:t xml:space="preserve">understanding </w:t>
                                  </w:r>
                                  <w:r>
                                    <w:t xml:space="preserve">of the important expressive aspects of the </w:t>
                                  </w:r>
                                  <w:r w:rsidRPr="004F33F3">
                                    <w:rPr>
                                      <w:b/>
                                    </w:rPr>
                                    <w:t>visual language</w:t>
                                  </w:r>
                                </w:p>
                              </w:tc>
                              <w:tc>
                                <w:tcPr>
                                  <w:tcW w:w="1358" w:type="dxa"/>
                                  <w:vAlign w:val="center"/>
                                </w:tcPr>
                                <w:p w14:paraId="5A6A14DE" w14:textId="77777777" w:rsidR="00AF4FCD" w:rsidRDefault="00AF4FCD" w:rsidP="00E67D80">
                                  <w:pPr>
                                    <w:jc w:val="center"/>
                                  </w:pPr>
                                  <w:r>
                                    <w:t>20</w:t>
                                  </w:r>
                                </w:p>
                              </w:tc>
                              <w:tc>
                                <w:tcPr>
                                  <w:tcW w:w="1359" w:type="dxa"/>
                                  <w:shd w:val="clear" w:color="auto" w:fill="DDD9C3" w:themeFill="background2" w:themeFillShade="E6"/>
                                  <w:vAlign w:val="center"/>
                                </w:tcPr>
                                <w:p w14:paraId="32AF627D" w14:textId="77777777" w:rsidR="00AF4FCD" w:rsidRDefault="00AF4FCD" w:rsidP="00CF51A7">
                                  <w:pPr>
                                    <w:jc w:val="center"/>
                                  </w:pPr>
                                  <w:r>
                                    <w:t>19</w:t>
                                  </w:r>
                                </w:p>
                              </w:tc>
                              <w:tc>
                                <w:tcPr>
                                  <w:tcW w:w="1359" w:type="dxa"/>
                                  <w:shd w:val="clear" w:color="auto" w:fill="auto"/>
                                  <w:vAlign w:val="center"/>
                                </w:tcPr>
                                <w:p w14:paraId="0D622716" w14:textId="77777777" w:rsidR="00AF4FCD" w:rsidRDefault="00AF4FCD" w:rsidP="00E67D80">
                                  <w:pPr>
                                    <w:jc w:val="center"/>
                                  </w:pPr>
                                  <w:r>
                                    <w:t>17</w:t>
                                  </w:r>
                                </w:p>
                              </w:tc>
                              <w:tc>
                                <w:tcPr>
                                  <w:tcW w:w="1359" w:type="dxa"/>
                                  <w:shd w:val="clear" w:color="auto" w:fill="DDD9C3" w:themeFill="background2" w:themeFillShade="E6"/>
                                  <w:vAlign w:val="center"/>
                                </w:tcPr>
                                <w:p w14:paraId="09822A06" w14:textId="77777777" w:rsidR="00AF4FCD" w:rsidRDefault="00AF4FCD" w:rsidP="00E67D80">
                                  <w:pPr>
                                    <w:jc w:val="center"/>
                                  </w:pPr>
                                  <w:r>
                                    <w:t>15</w:t>
                                  </w:r>
                                </w:p>
                              </w:tc>
                              <w:tc>
                                <w:tcPr>
                                  <w:tcW w:w="1359" w:type="dxa"/>
                                  <w:shd w:val="clear" w:color="auto" w:fill="auto"/>
                                  <w:vAlign w:val="center"/>
                                </w:tcPr>
                                <w:p w14:paraId="6192D00A" w14:textId="77777777" w:rsidR="00AF4FCD" w:rsidRDefault="00AF4FCD" w:rsidP="00E67D80">
                                  <w:pPr>
                                    <w:jc w:val="center"/>
                                  </w:pPr>
                                  <w:r>
                                    <w:t>13</w:t>
                                  </w:r>
                                </w:p>
                              </w:tc>
                              <w:tc>
                                <w:tcPr>
                                  <w:tcW w:w="1359" w:type="dxa"/>
                                  <w:shd w:val="clear" w:color="auto" w:fill="DDD9C3" w:themeFill="background2" w:themeFillShade="E6"/>
                                  <w:vAlign w:val="center"/>
                                </w:tcPr>
                                <w:p w14:paraId="584401BF" w14:textId="77777777" w:rsidR="00AF4FCD" w:rsidRDefault="00AF4FCD" w:rsidP="00E67D80">
                                  <w:pPr>
                                    <w:jc w:val="center"/>
                                  </w:pPr>
                                  <w:r>
                                    <w:t>11</w:t>
                                  </w:r>
                                </w:p>
                              </w:tc>
                            </w:tr>
                            <w:tr w:rsidR="00AF4FCD" w14:paraId="3483488D" w14:textId="77777777" w:rsidTr="00E0172B">
                              <w:trPr>
                                <w:trHeight w:val="1427"/>
                              </w:trPr>
                              <w:tc>
                                <w:tcPr>
                                  <w:tcW w:w="850" w:type="dxa"/>
                                  <w:vMerge w:val="restart"/>
                                  <w:shd w:val="clear" w:color="auto" w:fill="auto"/>
                                  <w:textDirection w:val="btLr"/>
                                  <w:vAlign w:val="center"/>
                                </w:tcPr>
                                <w:p w14:paraId="65EA3673" w14:textId="77777777" w:rsidR="00AF4FCD" w:rsidRPr="00622453" w:rsidRDefault="00AF4FCD" w:rsidP="00BA156B">
                                  <w:pPr>
                                    <w:ind w:left="113" w:right="113"/>
                                    <w:jc w:val="center"/>
                                    <w:rPr>
                                      <w:color w:val="0D0D0D" w:themeColor="text1" w:themeTint="F2"/>
                                    </w:rPr>
                                  </w:pPr>
                                  <w:r>
                                    <w:t>Understand Art World</w:t>
                                  </w:r>
                                </w:p>
                              </w:tc>
                              <w:tc>
                                <w:tcPr>
                                  <w:tcW w:w="2020" w:type="dxa"/>
                                  <w:shd w:val="clear" w:color="auto" w:fill="E5B8B7" w:themeFill="accent2" w:themeFillTint="66"/>
                                </w:tcPr>
                                <w:p w14:paraId="6537D4A8" w14:textId="77777777" w:rsidR="00AF4FCD" w:rsidRDefault="00AF4FCD" w:rsidP="00E67D80">
                                  <w:r w:rsidRPr="008B0268">
                                    <w:rPr>
                                      <w:b/>
                                    </w:rPr>
                                    <w:t>Theme</w:t>
                                  </w:r>
                                  <w:r>
                                    <w:t xml:space="preserve"> – Your analysis of the theme shows insight into the meaning of the art</w:t>
                                  </w:r>
                                </w:p>
                              </w:tc>
                              <w:tc>
                                <w:tcPr>
                                  <w:tcW w:w="1358" w:type="dxa"/>
                                  <w:vAlign w:val="center"/>
                                </w:tcPr>
                                <w:p w14:paraId="29E62D0A" w14:textId="77777777" w:rsidR="00AF4FCD" w:rsidRDefault="00AF4FCD" w:rsidP="007232D4">
                                  <w:pPr>
                                    <w:jc w:val="center"/>
                                  </w:pPr>
                                  <w:r>
                                    <w:t>20</w:t>
                                  </w:r>
                                </w:p>
                              </w:tc>
                              <w:tc>
                                <w:tcPr>
                                  <w:tcW w:w="1359" w:type="dxa"/>
                                  <w:shd w:val="clear" w:color="auto" w:fill="DDD9C3" w:themeFill="background2" w:themeFillShade="E6"/>
                                  <w:vAlign w:val="center"/>
                                </w:tcPr>
                                <w:p w14:paraId="7E5AA3B5" w14:textId="77777777" w:rsidR="00AF4FCD" w:rsidRDefault="00AF4FCD" w:rsidP="007232D4">
                                  <w:pPr>
                                    <w:jc w:val="center"/>
                                  </w:pPr>
                                  <w:r>
                                    <w:t>19</w:t>
                                  </w:r>
                                </w:p>
                              </w:tc>
                              <w:tc>
                                <w:tcPr>
                                  <w:tcW w:w="1359" w:type="dxa"/>
                                  <w:shd w:val="clear" w:color="auto" w:fill="auto"/>
                                  <w:vAlign w:val="center"/>
                                </w:tcPr>
                                <w:p w14:paraId="7647571A" w14:textId="77777777" w:rsidR="00AF4FCD" w:rsidRDefault="00AF4FCD" w:rsidP="007232D4">
                                  <w:pPr>
                                    <w:jc w:val="center"/>
                                  </w:pPr>
                                  <w:r>
                                    <w:t>17</w:t>
                                  </w:r>
                                </w:p>
                              </w:tc>
                              <w:tc>
                                <w:tcPr>
                                  <w:tcW w:w="1359" w:type="dxa"/>
                                  <w:shd w:val="clear" w:color="auto" w:fill="DDD9C3" w:themeFill="background2" w:themeFillShade="E6"/>
                                  <w:vAlign w:val="center"/>
                                </w:tcPr>
                                <w:p w14:paraId="29E5867E" w14:textId="77777777" w:rsidR="00AF4FCD" w:rsidRDefault="00AF4FCD" w:rsidP="007232D4">
                                  <w:pPr>
                                    <w:jc w:val="center"/>
                                  </w:pPr>
                                  <w:r>
                                    <w:t>15</w:t>
                                  </w:r>
                                </w:p>
                              </w:tc>
                              <w:tc>
                                <w:tcPr>
                                  <w:tcW w:w="1359" w:type="dxa"/>
                                  <w:shd w:val="clear" w:color="auto" w:fill="auto"/>
                                  <w:vAlign w:val="center"/>
                                </w:tcPr>
                                <w:p w14:paraId="656567F6" w14:textId="77777777" w:rsidR="00AF4FCD" w:rsidRDefault="00AF4FCD" w:rsidP="007232D4">
                                  <w:pPr>
                                    <w:jc w:val="center"/>
                                  </w:pPr>
                                  <w:r>
                                    <w:t>13</w:t>
                                  </w:r>
                                </w:p>
                              </w:tc>
                              <w:tc>
                                <w:tcPr>
                                  <w:tcW w:w="1359" w:type="dxa"/>
                                  <w:shd w:val="clear" w:color="auto" w:fill="DDD9C3" w:themeFill="background2" w:themeFillShade="E6"/>
                                  <w:vAlign w:val="center"/>
                                </w:tcPr>
                                <w:p w14:paraId="7E52408C" w14:textId="77777777" w:rsidR="00AF4FCD" w:rsidRDefault="00AF4FCD" w:rsidP="007232D4">
                                  <w:pPr>
                                    <w:jc w:val="center"/>
                                  </w:pPr>
                                  <w:r>
                                    <w:t>11</w:t>
                                  </w:r>
                                </w:p>
                              </w:tc>
                            </w:tr>
                            <w:tr w:rsidR="00AF4FCD" w14:paraId="4E692AA5" w14:textId="77777777" w:rsidTr="00E0172B">
                              <w:trPr>
                                <w:trHeight w:val="1427"/>
                              </w:trPr>
                              <w:tc>
                                <w:tcPr>
                                  <w:tcW w:w="850" w:type="dxa"/>
                                  <w:vMerge/>
                                  <w:shd w:val="clear" w:color="auto" w:fill="auto"/>
                                </w:tcPr>
                                <w:p w14:paraId="2B830F48" w14:textId="77777777" w:rsidR="00AF4FCD" w:rsidRDefault="00AF4FCD" w:rsidP="00E67D80"/>
                              </w:tc>
                              <w:tc>
                                <w:tcPr>
                                  <w:tcW w:w="2020" w:type="dxa"/>
                                  <w:shd w:val="clear" w:color="auto" w:fill="CCC0D9" w:themeFill="accent4" w:themeFillTint="66"/>
                                </w:tcPr>
                                <w:p w14:paraId="5DEE10A0" w14:textId="77777777" w:rsidR="00AF4FCD" w:rsidRDefault="00AF4FCD" w:rsidP="00E67D80">
                                  <w:r w:rsidRPr="004F33F3">
                                    <w:rPr>
                                      <w:b/>
                                    </w:rPr>
                                    <w:t xml:space="preserve">Context </w:t>
                                  </w:r>
                                  <w:r>
                                    <w:t xml:space="preserve">– your answer shows an insightful analysis of the context in which the art was made </w:t>
                                  </w:r>
                                </w:p>
                              </w:tc>
                              <w:tc>
                                <w:tcPr>
                                  <w:tcW w:w="1358" w:type="dxa"/>
                                  <w:vAlign w:val="center"/>
                                </w:tcPr>
                                <w:p w14:paraId="1100B14E" w14:textId="77777777" w:rsidR="00AF4FCD" w:rsidRDefault="00AF4FCD" w:rsidP="007232D4">
                                  <w:pPr>
                                    <w:jc w:val="center"/>
                                  </w:pPr>
                                  <w:r>
                                    <w:t>20</w:t>
                                  </w:r>
                                </w:p>
                              </w:tc>
                              <w:tc>
                                <w:tcPr>
                                  <w:tcW w:w="1359" w:type="dxa"/>
                                  <w:shd w:val="clear" w:color="auto" w:fill="DDD9C3" w:themeFill="background2" w:themeFillShade="E6"/>
                                  <w:vAlign w:val="center"/>
                                </w:tcPr>
                                <w:p w14:paraId="629EB561" w14:textId="77777777" w:rsidR="00AF4FCD" w:rsidRDefault="00AF4FCD" w:rsidP="007232D4">
                                  <w:pPr>
                                    <w:jc w:val="center"/>
                                  </w:pPr>
                                  <w:r>
                                    <w:t>19</w:t>
                                  </w:r>
                                </w:p>
                              </w:tc>
                              <w:tc>
                                <w:tcPr>
                                  <w:tcW w:w="1359" w:type="dxa"/>
                                  <w:shd w:val="clear" w:color="auto" w:fill="auto"/>
                                  <w:vAlign w:val="center"/>
                                </w:tcPr>
                                <w:p w14:paraId="7DA14558" w14:textId="77777777" w:rsidR="00AF4FCD" w:rsidRDefault="00AF4FCD" w:rsidP="007232D4">
                                  <w:pPr>
                                    <w:jc w:val="center"/>
                                  </w:pPr>
                                  <w:r>
                                    <w:t>17</w:t>
                                  </w:r>
                                </w:p>
                              </w:tc>
                              <w:tc>
                                <w:tcPr>
                                  <w:tcW w:w="1359" w:type="dxa"/>
                                  <w:shd w:val="clear" w:color="auto" w:fill="DDD9C3" w:themeFill="background2" w:themeFillShade="E6"/>
                                  <w:vAlign w:val="center"/>
                                </w:tcPr>
                                <w:p w14:paraId="2EEE2B85" w14:textId="77777777" w:rsidR="00AF4FCD" w:rsidRDefault="00AF4FCD" w:rsidP="007232D4">
                                  <w:pPr>
                                    <w:jc w:val="center"/>
                                  </w:pPr>
                                  <w:r>
                                    <w:t>15</w:t>
                                  </w:r>
                                </w:p>
                              </w:tc>
                              <w:tc>
                                <w:tcPr>
                                  <w:tcW w:w="1359" w:type="dxa"/>
                                  <w:shd w:val="clear" w:color="auto" w:fill="auto"/>
                                  <w:vAlign w:val="center"/>
                                </w:tcPr>
                                <w:p w14:paraId="02084C2F" w14:textId="77777777" w:rsidR="00AF4FCD" w:rsidRDefault="00AF4FCD" w:rsidP="007232D4">
                                  <w:pPr>
                                    <w:jc w:val="center"/>
                                  </w:pPr>
                                  <w:r>
                                    <w:t>13</w:t>
                                  </w:r>
                                </w:p>
                              </w:tc>
                              <w:tc>
                                <w:tcPr>
                                  <w:tcW w:w="1359" w:type="dxa"/>
                                  <w:shd w:val="clear" w:color="auto" w:fill="DDD9C3" w:themeFill="background2" w:themeFillShade="E6"/>
                                  <w:vAlign w:val="center"/>
                                </w:tcPr>
                                <w:p w14:paraId="135F69C3" w14:textId="77777777" w:rsidR="00AF4FCD" w:rsidRDefault="00AF4FCD" w:rsidP="007232D4">
                                  <w:pPr>
                                    <w:jc w:val="center"/>
                                  </w:pPr>
                                  <w:r>
                                    <w:t>11</w:t>
                                  </w:r>
                                </w:p>
                              </w:tc>
                            </w:tr>
                            <w:tr w:rsidR="00AF4FCD" w14:paraId="0A1741A2" w14:textId="77777777" w:rsidTr="00E0172B">
                              <w:trPr>
                                <w:trHeight w:val="1427"/>
                              </w:trPr>
                              <w:tc>
                                <w:tcPr>
                                  <w:tcW w:w="850" w:type="dxa"/>
                                  <w:vMerge/>
                                  <w:shd w:val="clear" w:color="auto" w:fill="auto"/>
                                </w:tcPr>
                                <w:p w14:paraId="3395CD64" w14:textId="77777777" w:rsidR="00AF4FCD" w:rsidRDefault="00AF4FCD" w:rsidP="00E67D80"/>
                              </w:tc>
                              <w:tc>
                                <w:tcPr>
                                  <w:tcW w:w="2020" w:type="dxa"/>
                                  <w:shd w:val="clear" w:color="auto" w:fill="C2D69B" w:themeFill="accent3" w:themeFillTint="99"/>
                                </w:tcPr>
                                <w:p w14:paraId="14F539D1" w14:textId="77777777" w:rsidR="00AF4FCD" w:rsidRDefault="00AF4FCD" w:rsidP="00E67D80">
                                  <w:r w:rsidRPr="00C95EA9">
                                    <w:rPr>
                                      <w:b/>
                                    </w:rPr>
                                    <w:t>Synthesis</w:t>
                                  </w:r>
                                  <w:r>
                                    <w:t xml:space="preserve"> – your writing clearly shows </w:t>
                                  </w:r>
                                  <w:r w:rsidRPr="00742D60">
                                    <w:rPr>
                                      <w:b/>
                                    </w:rPr>
                                    <w:t>active thinking</w:t>
                                  </w:r>
                                  <w:r>
                                    <w:t xml:space="preserve"> on how Form, Theme and Context help decode the meaning of the art</w:t>
                                  </w:r>
                                </w:p>
                              </w:tc>
                              <w:tc>
                                <w:tcPr>
                                  <w:tcW w:w="1358" w:type="dxa"/>
                                  <w:vAlign w:val="center"/>
                                </w:tcPr>
                                <w:p w14:paraId="1EB7BB27" w14:textId="77777777" w:rsidR="00AF4FCD" w:rsidRDefault="00AF4FCD" w:rsidP="007232D4">
                                  <w:pPr>
                                    <w:jc w:val="center"/>
                                  </w:pPr>
                                  <w:r>
                                    <w:t>20</w:t>
                                  </w:r>
                                </w:p>
                              </w:tc>
                              <w:tc>
                                <w:tcPr>
                                  <w:tcW w:w="1359" w:type="dxa"/>
                                  <w:shd w:val="clear" w:color="auto" w:fill="DDD9C3" w:themeFill="background2" w:themeFillShade="E6"/>
                                  <w:vAlign w:val="center"/>
                                </w:tcPr>
                                <w:p w14:paraId="099391CD" w14:textId="77777777" w:rsidR="00AF4FCD" w:rsidRDefault="00AF4FCD" w:rsidP="007232D4">
                                  <w:pPr>
                                    <w:jc w:val="center"/>
                                  </w:pPr>
                                  <w:r>
                                    <w:t>19</w:t>
                                  </w:r>
                                </w:p>
                              </w:tc>
                              <w:tc>
                                <w:tcPr>
                                  <w:tcW w:w="1359" w:type="dxa"/>
                                  <w:shd w:val="clear" w:color="auto" w:fill="auto"/>
                                  <w:vAlign w:val="center"/>
                                </w:tcPr>
                                <w:p w14:paraId="7D4D15A6" w14:textId="77777777" w:rsidR="00AF4FCD" w:rsidRDefault="00AF4FCD" w:rsidP="007232D4">
                                  <w:pPr>
                                    <w:jc w:val="center"/>
                                  </w:pPr>
                                  <w:r>
                                    <w:t>17</w:t>
                                  </w:r>
                                </w:p>
                              </w:tc>
                              <w:tc>
                                <w:tcPr>
                                  <w:tcW w:w="1359" w:type="dxa"/>
                                  <w:shd w:val="clear" w:color="auto" w:fill="DDD9C3" w:themeFill="background2" w:themeFillShade="E6"/>
                                  <w:vAlign w:val="center"/>
                                </w:tcPr>
                                <w:p w14:paraId="114479A5" w14:textId="77777777" w:rsidR="00AF4FCD" w:rsidRDefault="00AF4FCD" w:rsidP="007232D4">
                                  <w:pPr>
                                    <w:jc w:val="center"/>
                                  </w:pPr>
                                  <w:r>
                                    <w:t>15</w:t>
                                  </w:r>
                                </w:p>
                              </w:tc>
                              <w:tc>
                                <w:tcPr>
                                  <w:tcW w:w="1359" w:type="dxa"/>
                                  <w:shd w:val="clear" w:color="auto" w:fill="auto"/>
                                  <w:vAlign w:val="center"/>
                                </w:tcPr>
                                <w:p w14:paraId="0AFB57A2" w14:textId="77777777" w:rsidR="00AF4FCD" w:rsidRDefault="00AF4FCD" w:rsidP="007232D4">
                                  <w:pPr>
                                    <w:jc w:val="center"/>
                                  </w:pPr>
                                  <w:r>
                                    <w:t>13</w:t>
                                  </w:r>
                                </w:p>
                              </w:tc>
                              <w:tc>
                                <w:tcPr>
                                  <w:tcW w:w="1359" w:type="dxa"/>
                                  <w:shd w:val="clear" w:color="auto" w:fill="DDD9C3" w:themeFill="background2" w:themeFillShade="E6"/>
                                  <w:vAlign w:val="center"/>
                                </w:tcPr>
                                <w:p w14:paraId="675D872A" w14:textId="77777777" w:rsidR="00AF4FCD" w:rsidRDefault="00AF4FCD" w:rsidP="007232D4">
                                  <w:pPr>
                                    <w:jc w:val="center"/>
                                  </w:pPr>
                                  <w:r>
                                    <w:t>11</w:t>
                                  </w:r>
                                </w:p>
                              </w:tc>
                            </w:tr>
                          </w:tbl>
                          <w:p w14:paraId="393DA27E" w14:textId="77777777" w:rsidR="00AF4FCD" w:rsidRDefault="00AF4FCD" w:rsidP="00E67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3.5pt;margin-top:21.45pt;width:558pt;height:50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" strokecolor="white" strokeweight=".5pt">
                <v:textbox>
                  <w:txbxContent>
                    <w:tbl>
                      <w:tblPr>
                        <w:tblStyle w:val="TableGrid"/>
                        <w:tblW w:w="0" w:type="auto"/>
                        <w:tblLayout w:type="fixed"/>
                        <w:tblLook w:val="04A0" w:firstRow="1" w:lastRow="0" w:firstColumn="1" w:lastColumn="0" w:noHBand="0" w:noVBand="1"/>
                      </w:tblPr>
                      <w:tblGrid>
                        <w:gridCol w:w="850"/>
                        <w:gridCol w:w="2020"/>
                        <w:gridCol w:w="1358"/>
                        <w:gridCol w:w="1359"/>
                        <w:gridCol w:w="1359"/>
                        <w:gridCol w:w="1359"/>
                        <w:gridCol w:w="1359"/>
                        <w:gridCol w:w="1359"/>
                      </w:tblGrid>
                      <w:tr w:rsidR="00AF4FCD" w14:paraId="6D0C40C7" w14:textId="77777777" w:rsidTr="009A2007">
                        <w:trPr>
                          <w:trHeight w:val="1427"/>
                        </w:trPr>
                        <w:tc>
                          <w:tcPr>
                            <w:tcW w:w="850" w:type="dxa"/>
                            <w:textDirection w:val="btLr"/>
                            <w:vAlign w:val="center"/>
                          </w:tcPr>
                          <w:p w14:paraId="165469CB" w14:textId="77777777" w:rsidR="00AF4FCD" w:rsidRDefault="00AF4FCD" w:rsidP="00E67D80">
                            <w:pPr>
                              <w:ind w:left="113" w:right="113"/>
                              <w:jc w:val="center"/>
                            </w:pPr>
                            <w:r>
                              <w:t xml:space="preserve"> </w:t>
                            </w:r>
                          </w:p>
                        </w:tc>
                        <w:tc>
                          <w:tcPr>
                            <w:tcW w:w="2020" w:type="dxa"/>
                            <w:textDirection w:val="tbRl"/>
                          </w:tcPr>
                          <w:p w14:paraId="3F6B59F4" w14:textId="77777777" w:rsidR="00AF4FCD" w:rsidRDefault="00AF4FCD" w:rsidP="00E67D80">
                            <w:pPr>
                              <w:ind w:left="113" w:right="113"/>
                            </w:pPr>
                          </w:p>
                        </w:tc>
                        <w:tc>
                          <w:tcPr>
                            <w:tcW w:w="1358" w:type="dxa"/>
                            <w:vAlign w:val="center"/>
                          </w:tcPr>
                          <w:p w14:paraId="1466AAE1" w14:textId="77777777" w:rsidR="00AF4FCD" w:rsidRPr="00AC3FB4" w:rsidRDefault="00AF4FCD" w:rsidP="001E4392">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41B626EC" w14:textId="77777777" w:rsidR="00AF4FCD" w:rsidRDefault="00AF4FCD" w:rsidP="008A06DC">
                            <w:pPr>
                              <w:rPr>
                                <w:sz w:val="18"/>
                                <w:szCs w:val="18"/>
                              </w:rPr>
                            </w:pPr>
                            <w:r>
                              <w:rPr>
                                <w:sz w:val="18"/>
                                <w:szCs w:val="18"/>
                              </w:rPr>
                              <w:t>Response shows an complete understanding of the concepts</w:t>
                            </w:r>
                          </w:p>
                        </w:tc>
                        <w:tc>
                          <w:tcPr>
                            <w:tcW w:w="1359" w:type="dxa"/>
                            <w:shd w:val="clear" w:color="auto" w:fill="auto"/>
                            <w:vAlign w:val="center"/>
                          </w:tcPr>
                          <w:p w14:paraId="03FFF385" w14:textId="77777777" w:rsidR="00AF4FCD" w:rsidRPr="00AC3FB4" w:rsidRDefault="00AF4FCD" w:rsidP="008A06DC">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0D2DE93F" w14:textId="77777777" w:rsidR="00AF4FCD" w:rsidRPr="00AC3FB4" w:rsidRDefault="00AF4FCD" w:rsidP="00A32E34">
                            <w:pPr>
                              <w:rPr>
                                <w:sz w:val="18"/>
                                <w:szCs w:val="18"/>
                              </w:rPr>
                            </w:pPr>
                            <w:r>
                              <w:rPr>
                                <w:sz w:val="18"/>
                                <w:szCs w:val="18"/>
                              </w:rPr>
                              <w:t>Response shows an emerging understanding of the concepts</w:t>
                            </w:r>
                          </w:p>
                        </w:tc>
                        <w:tc>
                          <w:tcPr>
                            <w:tcW w:w="1359" w:type="dxa"/>
                            <w:shd w:val="clear" w:color="auto" w:fill="auto"/>
                            <w:vAlign w:val="center"/>
                          </w:tcPr>
                          <w:p w14:paraId="3559C4A5" w14:textId="77777777" w:rsidR="00AF4FCD" w:rsidRPr="00AC3FB4" w:rsidRDefault="00AF4FCD" w:rsidP="001E4392">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4FD9AE9B" w14:textId="77777777" w:rsidR="00AF4FCD" w:rsidRPr="00AC3FB4" w:rsidRDefault="00AF4FCD" w:rsidP="00CF51A7">
                            <w:pPr>
                              <w:rPr>
                                <w:sz w:val="18"/>
                                <w:szCs w:val="18"/>
                              </w:rPr>
                            </w:pPr>
                            <w:r>
                              <w:rPr>
                                <w:sz w:val="18"/>
                                <w:szCs w:val="18"/>
                              </w:rPr>
                              <w:t>Response not present or completely misses the mark</w:t>
                            </w:r>
                          </w:p>
                        </w:tc>
                      </w:tr>
                      <w:tr w:rsidR="00AF4FCD" w14:paraId="4403EEBA" w14:textId="77777777" w:rsidTr="009A2007">
                        <w:trPr>
                          <w:trHeight w:val="1427"/>
                        </w:trPr>
                        <w:tc>
                          <w:tcPr>
                            <w:tcW w:w="850" w:type="dxa"/>
                            <w:shd w:val="clear" w:color="auto" w:fill="C6D9F1" w:themeFill="text2" w:themeFillTint="33"/>
                            <w:textDirection w:val="btLr"/>
                            <w:vAlign w:val="center"/>
                          </w:tcPr>
                          <w:p w14:paraId="0A1E15A5" w14:textId="77777777" w:rsidR="00AF4FCD" w:rsidRDefault="00AF4FCD" w:rsidP="00E67D80">
                            <w:pPr>
                              <w:ind w:left="113" w:right="113"/>
                              <w:jc w:val="center"/>
                            </w:pPr>
                            <w:r>
                              <w:t>Observe</w:t>
                            </w:r>
                          </w:p>
                        </w:tc>
                        <w:tc>
                          <w:tcPr>
                            <w:tcW w:w="2020" w:type="dxa"/>
                            <w:shd w:val="clear" w:color="auto" w:fill="8DB3E2" w:themeFill="text2" w:themeFillTint="66"/>
                          </w:tcPr>
                          <w:p w14:paraId="3F311E74" w14:textId="77777777" w:rsidR="00AF4FCD" w:rsidRDefault="00AF4FCD" w:rsidP="00E67D80">
                            <w:r w:rsidRPr="008B0268">
                              <w:rPr>
                                <w:b/>
                              </w:rPr>
                              <w:t>Form</w:t>
                            </w:r>
                            <w:r>
                              <w:t xml:space="preserve"> – your analysis of the form shows an </w:t>
                            </w:r>
                            <w:r w:rsidRPr="004F33F3">
                              <w:rPr>
                                <w:b/>
                              </w:rPr>
                              <w:t xml:space="preserve">understanding </w:t>
                            </w:r>
                            <w:r>
                              <w:t xml:space="preserve">of the important expressive aspects of the </w:t>
                            </w:r>
                            <w:r w:rsidRPr="004F33F3">
                              <w:rPr>
                                <w:b/>
                              </w:rPr>
                              <w:t>visual language</w:t>
                            </w:r>
                          </w:p>
                        </w:tc>
                        <w:tc>
                          <w:tcPr>
                            <w:tcW w:w="1358" w:type="dxa"/>
                            <w:vAlign w:val="center"/>
                          </w:tcPr>
                          <w:p w14:paraId="5A6A14DE" w14:textId="77777777" w:rsidR="00AF4FCD" w:rsidRDefault="00AF4FCD" w:rsidP="00E67D80">
                            <w:pPr>
                              <w:jc w:val="center"/>
                            </w:pPr>
                            <w:r>
                              <w:t>20</w:t>
                            </w:r>
                          </w:p>
                        </w:tc>
                        <w:tc>
                          <w:tcPr>
                            <w:tcW w:w="1359" w:type="dxa"/>
                            <w:shd w:val="clear" w:color="auto" w:fill="DDD9C3" w:themeFill="background2" w:themeFillShade="E6"/>
                            <w:vAlign w:val="center"/>
                          </w:tcPr>
                          <w:p w14:paraId="32AF627D" w14:textId="77777777" w:rsidR="00AF4FCD" w:rsidRDefault="00AF4FCD" w:rsidP="00CF51A7">
                            <w:pPr>
                              <w:jc w:val="center"/>
                            </w:pPr>
                            <w:r>
                              <w:t>19</w:t>
                            </w:r>
                          </w:p>
                        </w:tc>
                        <w:tc>
                          <w:tcPr>
                            <w:tcW w:w="1359" w:type="dxa"/>
                            <w:shd w:val="clear" w:color="auto" w:fill="auto"/>
                            <w:vAlign w:val="center"/>
                          </w:tcPr>
                          <w:p w14:paraId="0D622716" w14:textId="77777777" w:rsidR="00AF4FCD" w:rsidRDefault="00AF4FCD" w:rsidP="00E67D80">
                            <w:pPr>
                              <w:jc w:val="center"/>
                            </w:pPr>
                            <w:r>
                              <w:t>17</w:t>
                            </w:r>
                          </w:p>
                        </w:tc>
                        <w:tc>
                          <w:tcPr>
                            <w:tcW w:w="1359" w:type="dxa"/>
                            <w:shd w:val="clear" w:color="auto" w:fill="DDD9C3" w:themeFill="background2" w:themeFillShade="E6"/>
                            <w:vAlign w:val="center"/>
                          </w:tcPr>
                          <w:p w14:paraId="09822A06" w14:textId="77777777" w:rsidR="00AF4FCD" w:rsidRDefault="00AF4FCD" w:rsidP="00E67D80">
                            <w:pPr>
                              <w:jc w:val="center"/>
                            </w:pPr>
                            <w:r>
                              <w:t>15</w:t>
                            </w:r>
                          </w:p>
                        </w:tc>
                        <w:tc>
                          <w:tcPr>
                            <w:tcW w:w="1359" w:type="dxa"/>
                            <w:shd w:val="clear" w:color="auto" w:fill="auto"/>
                            <w:vAlign w:val="center"/>
                          </w:tcPr>
                          <w:p w14:paraId="6192D00A" w14:textId="77777777" w:rsidR="00AF4FCD" w:rsidRDefault="00AF4FCD" w:rsidP="00E67D80">
                            <w:pPr>
                              <w:jc w:val="center"/>
                            </w:pPr>
                            <w:r>
                              <w:t>13</w:t>
                            </w:r>
                          </w:p>
                        </w:tc>
                        <w:tc>
                          <w:tcPr>
                            <w:tcW w:w="1359" w:type="dxa"/>
                            <w:shd w:val="clear" w:color="auto" w:fill="DDD9C3" w:themeFill="background2" w:themeFillShade="E6"/>
                            <w:vAlign w:val="center"/>
                          </w:tcPr>
                          <w:p w14:paraId="584401BF" w14:textId="77777777" w:rsidR="00AF4FCD" w:rsidRDefault="00AF4FCD" w:rsidP="00E67D80">
                            <w:pPr>
                              <w:jc w:val="center"/>
                            </w:pPr>
                            <w:r>
                              <w:t>11</w:t>
                            </w:r>
                          </w:p>
                        </w:tc>
                      </w:tr>
                      <w:tr w:rsidR="00AF4FCD" w14:paraId="3483488D" w14:textId="77777777" w:rsidTr="00E0172B">
                        <w:trPr>
                          <w:trHeight w:val="1427"/>
                        </w:trPr>
                        <w:tc>
                          <w:tcPr>
                            <w:tcW w:w="850" w:type="dxa"/>
                            <w:vMerge w:val="restart"/>
                            <w:shd w:val="clear" w:color="auto" w:fill="auto"/>
                            <w:textDirection w:val="btLr"/>
                            <w:vAlign w:val="center"/>
                          </w:tcPr>
                          <w:p w14:paraId="65EA3673" w14:textId="77777777" w:rsidR="00AF4FCD" w:rsidRPr="00622453" w:rsidRDefault="00AF4FCD" w:rsidP="00BA156B">
                            <w:pPr>
                              <w:ind w:left="113" w:right="113"/>
                              <w:jc w:val="center"/>
                              <w:rPr>
                                <w:color w:val="0D0D0D" w:themeColor="text1" w:themeTint="F2"/>
                              </w:rPr>
                            </w:pPr>
                            <w:r>
                              <w:t>Understand Art World</w:t>
                            </w:r>
                          </w:p>
                        </w:tc>
                        <w:tc>
                          <w:tcPr>
                            <w:tcW w:w="2020" w:type="dxa"/>
                            <w:shd w:val="clear" w:color="auto" w:fill="E5B8B7" w:themeFill="accent2" w:themeFillTint="66"/>
                          </w:tcPr>
                          <w:p w14:paraId="6537D4A8" w14:textId="77777777" w:rsidR="00AF4FCD" w:rsidRDefault="00AF4FCD" w:rsidP="00E67D80">
                            <w:r w:rsidRPr="008B0268">
                              <w:rPr>
                                <w:b/>
                              </w:rPr>
                              <w:t>Theme</w:t>
                            </w:r>
                            <w:r>
                              <w:t xml:space="preserve"> – Your analysis of the theme shows insight into the meaning of the art</w:t>
                            </w:r>
                          </w:p>
                        </w:tc>
                        <w:tc>
                          <w:tcPr>
                            <w:tcW w:w="1358" w:type="dxa"/>
                            <w:vAlign w:val="center"/>
                          </w:tcPr>
                          <w:p w14:paraId="29E62D0A" w14:textId="77777777" w:rsidR="00AF4FCD" w:rsidRDefault="00AF4FCD" w:rsidP="007232D4">
                            <w:pPr>
                              <w:jc w:val="center"/>
                            </w:pPr>
                            <w:r>
                              <w:t>20</w:t>
                            </w:r>
                          </w:p>
                        </w:tc>
                        <w:tc>
                          <w:tcPr>
                            <w:tcW w:w="1359" w:type="dxa"/>
                            <w:shd w:val="clear" w:color="auto" w:fill="DDD9C3" w:themeFill="background2" w:themeFillShade="E6"/>
                            <w:vAlign w:val="center"/>
                          </w:tcPr>
                          <w:p w14:paraId="7E5AA3B5" w14:textId="77777777" w:rsidR="00AF4FCD" w:rsidRDefault="00AF4FCD" w:rsidP="007232D4">
                            <w:pPr>
                              <w:jc w:val="center"/>
                            </w:pPr>
                            <w:r>
                              <w:t>19</w:t>
                            </w:r>
                          </w:p>
                        </w:tc>
                        <w:tc>
                          <w:tcPr>
                            <w:tcW w:w="1359" w:type="dxa"/>
                            <w:shd w:val="clear" w:color="auto" w:fill="auto"/>
                            <w:vAlign w:val="center"/>
                          </w:tcPr>
                          <w:p w14:paraId="7647571A" w14:textId="77777777" w:rsidR="00AF4FCD" w:rsidRDefault="00AF4FCD" w:rsidP="007232D4">
                            <w:pPr>
                              <w:jc w:val="center"/>
                            </w:pPr>
                            <w:r>
                              <w:t>17</w:t>
                            </w:r>
                          </w:p>
                        </w:tc>
                        <w:tc>
                          <w:tcPr>
                            <w:tcW w:w="1359" w:type="dxa"/>
                            <w:shd w:val="clear" w:color="auto" w:fill="DDD9C3" w:themeFill="background2" w:themeFillShade="E6"/>
                            <w:vAlign w:val="center"/>
                          </w:tcPr>
                          <w:p w14:paraId="29E5867E" w14:textId="77777777" w:rsidR="00AF4FCD" w:rsidRDefault="00AF4FCD" w:rsidP="007232D4">
                            <w:pPr>
                              <w:jc w:val="center"/>
                            </w:pPr>
                            <w:r>
                              <w:t>15</w:t>
                            </w:r>
                          </w:p>
                        </w:tc>
                        <w:tc>
                          <w:tcPr>
                            <w:tcW w:w="1359" w:type="dxa"/>
                            <w:shd w:val="clear" w:color="auto" w:fill="auto"/>
                            <w:vAlign w:val="center"/>
                          </w:tcPr>
                          <w:p w14:paraId="656567F6" w14:textId="77777777" w:rsidR="00AF4FCD" w:rsidRDefault="00AF4FCD" w:rsidP="007232D4">
                            <w:pPr>
                              <w:jc w:val="center"/>
                            </w:pPr>
                            <w:r>
                              <w:t>13</w:t>
                            </w:r>
                          </w:p>
                        </w:tc>
                        <w:tc>
                          <w:tcPr>
                            <w:tcW w:w="1359" w:type="dxa"/>
                            <w:shd w:val="clear" w:color="auto" w:fill="DDD9C3" w:themeFill="background2" w:themeFillShade="E6"/>
                            <w:vAlign w:val="center"/>
                          </w:tcPr>
                          <w:p w14:paraId="7E52408C" w14:textId="77777777" w:rsidR="00AF4FCD" w:rsidRDefault="00AF4FCD" w:rsidP="007232D4">
                            <w:pPr>
                              <w:jc w:val="center"/>
                            </w:pPr>
                            <w:r>
                              <w:t>11</w:t>
                            </w:r>
                          </w:p>
                        </w:tc>
                      </w:tr>
                      <w:tr w:rsidR="00AF4FCD" w14:paraId="4E692AA5" w14:textId="77777777" w:rsidTr="00E0172B">
                        <w:trPr>
                          <w:trHeight w:val="1427"/>
                        </w:trPr>
                        <w:tc>
                          <w:tcPr>
                            <w:tcW w:w="850" w:type="dxa"/>
                            <w:vMerge/>
                            <w:shd w:val="clear" w:color="auto" w:fill="auto"/>
                          </w:tcPr>
                          <w:p w14:paraId="2B830F48" w14:textId="77777777" w:rsidR="00AF4FCD" w:rsidRDefault="00AF4FCD" w:rsidP="00E67D80"/>
                        </w:tc>
                        <w:tc>
                          <w:tcPr>
                            <w:tcW w:w="2020" w:type="dxa"/>
                            <w:shd w:val="clear" w:color="auto" w:fill="CCC0D9" w:themeFill="accent4" w:themeFillTint="66"/>
                          </w:tcPr>
                          <w:p w14:paraId="5DEE10A0" w14:textId="77777777" w:rsidR="00AF4FCD" w:rsidRDefault="00AF4FCD" w:rsidP="00E67D80">
                            <w:r w:rsidRPr="004F33F3">
                              <w:rPr>
                                <w:b/>
                              </w:rPr>
                              <w:t xml:space="preserve">Context </w:t>
                            </w:r>
                            <w:r>
                              <w:t xml:space="preserve">– your answer shows an insightful analysis of the context in which the art was made </w:t>
                            </w:r>
                          </w:p>
                        </w:tc>
                        <w:tc>
                          <w:tcPr>
                            <w:tcW w:w="1358" w:type="dxa"/>
                            <w:vAlign w:val="center"/>
                          </w:tcPr>
                          <w:p w14:paraId="1100B14E" w14:textId="77777777" w:rsidR="00AF4FCD" w:rsidRDefault="00AF4FCD" w:rsidP="007232D4">
                            <w:pPr>
                              <w:jc w:val="center"/>
                            </w:pPr>
                            <w:r>
                              <w:t>20</w:t>
                            </w:r>
                          </w:p>
                        </w:tc>
                        <w:tc>
                          <w:tcPr>
                            <w:tcW w:w="1359" w:type="dxa"/>
                            <w:shd w:val="clear" w:color="auto" w:fill="DDD9C3" w:themeFill="background2" w:themeFillShade="E6"/>
                            <w:vAlign w:val="center"/>
                          </w:tcPr>
                          <w:p w14:paraId="629EB561" w14:textId="77777777" w:rsidR="00AF4FCD" w:rsidRDefault="00AF4FCD" w:rsidP="007232D4">
                            <w:pPr>
                              <w:jc w:val="center"/>
                            </w:pPr>
                            <w:r>
                              <w:t>19</w:t>
                            </w:r>
                          </w:p>
                        </w:tc>
                        <w:tc>
                          <w:tcPr>
                            <w:tcW w:w="1359" w:type="dxa"/>
                            <w:shd w:val="clear" w:color="auto" w:fill="auto"/>
                            <w:vAlign w:val="center"/>
                          </w:tcPr>
                          <w:p w14:paraId="7DA14558" w14:textId="77777777" w:rsidR="00AF4FCD" w:rsidRDefault="00AF4FCD" w:rsidP="007232D4">
                            <w:pPr>
                              <w:jc w:val="center"/>
                            </w:pPr>
                            <w:r>
                              <w:t>17</w:t>
                            </w:r>
                          </w:p>
                        </w:tc>
                        <w:tc>
                          <w:tcPr>
                            <w:tcW w:w="1359" w:type="dxa"/>
                            <w:shd w:val="clear" w:color="auto" w:fill="DDD9C3" w:themeFill="background2" w:themeFillShade="E6"/>
                            <w:vAlign w:val="center"/>
                          </w:tcPr>
                          <w:p w14:paraId="2EEE2B85" w14:textId="77777777" w:rsidR="00AF4FCD" w:rsidRDefault="00AF4FCD" w:rsidP="007232D4">
                            <w:pPr>
                              <w:jc w:val="center"/>
                            </w:pPr>
                            <w:r>
                              <w:t>15</w:t>
                            </w:r>
                          </w:p>
                        </w:tc>
                        <w:tc>
                          <w:tcPr>
                            <w:tcW w:w="1359" w:type="dxa"/>
                            <w:shd w:val="clear" w:color="auto" w:fill="auto"/>
                            <w:vAlign w:val="center"/>
                          </w:tcPr>
                          <w:p w14:paraId="02084C2F" w14:textId="77777777" w:rsidR="00AF4FCD" w:rsidRDefault="00AF4FCD" w:rsidP="007232D4">
                            <w:pPr>
                              <w:jc w:val="center"/>
                            </w:pPr>
                            <w:r>
                              <w:t>13</w:t>
                            </w:r>
                          </w:p>
                        </w:tc>
                        <w:tc>
                          <w:tcPr>
                            <w:tcW w:w="1359" w:type="dxa"/>
                            <w:shd w:val="clear" w:color="auto" w:fill="DDD9C3" w:themeFill="background2" w:themeFillShade="E6"/>
                            <w:vAlign w:val="center"/>
                          </w:tcPr>
                          <w:p w14:paraId="135F69C3" w14:textId="77777777" w:rsidR="00AF4FCD" w:rsidRDefault="00AF4FCD" w:rsidP="007232D4">
                            <w:pPr>
                              <w:jc w:val="center"/>
                            </w:pPr>
                            <w:r>
                              <w:t>11</w:t>
                            </w:r>
                          </w:p>
                        </w:tc>
                      </w:tr>
                      <w:tr w:rsidR="00AF4FCD" w14:paraId="0A1741A2" w14:textId="77777777" w:rsidTr="00E0172B">
                        <w:trPr>
                          <w:trHeight w:val="1427"/>
                        </w:trPr>
                        <w:tc>
                          <w:tcPr>
                            <w:tcW w:w="850" w:type="dxa"/>
                            <w:vMerge/>
                            <w:shd w:val="clear" w:color="auto" w:fill="auto"/>
                          </w:tcPr>
                          <w:p w14:paraId="3395CD64" w14:textId="77777777" w:rsidR="00AF4FCD" w:rsidRDefault="00AF4FCD" w:rsidP="00E67D80"/>
                        </w:tc>
                        <w:tc>
                          <w:tcPr>
                            <w:tcW w:w="2020" w:type="dxa"/>
                            <w:shd w:val="clear" w:color="auto" w:fill="C2D69B" w:themeFill="accent3" w:themeFillTint="99"/>
                          </w:tcPr>
                          <w:p w14:paraId="14F539D1" w14:textId="77777777" w:rsidR="00AF4FCD" w:rsidRDefault="00AF4FCD" w:rsidP="00E67D80">
                            <w:r w:rsidRPr="00C95EA9">
                              <w:rPr>
                                <w:b/>
                              </w:rPr>
                              <w:t>Synthesis</w:t>
                            </w:r>
                            <w:r>
                              <w:t xml:space="preserve"> – your writing clearly shows </w:t>
                            </w:r>
                            <w:r w:rsidRPr="00742D60">
                              <w:rPr>
                                <w:b/>
                              </w:rPr>
                              <w:t>active thinking</w:t>
                            </w:r>
                            <w:r>
                              <w:t xml:space="preserve"> on how Form, Theme and Context help decode the meaning of the art</w:t>
                            </w:r>
                          </w:p>
                        </w:tc>
                        <w:tc>
                          <w:tcPr>
                            <w:tcW w:w="1358" w:type="dxa"/>
                            <w:vAlign w:val="center"/>
                          </w:tcPr>
                          <w:p w14:paraId="1EB7BB27" w14:textId="77777777" w:rsidR="00AF4FCD" w:rsidRDefault="00AF4FCD" w:rsidP="007232D4">
                            <w:pPr>
                              <w:jc w:val="center"/>
                            </w:pPr>
                            <w:r>
                              <w:t>20</w:t>
                            </w:r>
                          </w:p>
                        </w:tc>
                        <w:tc>
                          <w:tcPr>
                            <w:tcW w:w="1359" w:type="dxa"/>
                            <w:shd w:val="clear" w:color="auto" w:fill="DDD9C3" w:themeFill="background2" w:themeFillShade="E6"/>
                            <w:vAlign w:val="center"/>
                          </w:tcPr>
                          <w:p w14:paraId="099391CD" w14:textId="77777777" w:rsidR="00AF4FCD" w:rsidRDefault="00AF4FCD" w:rsidP="007232D4">
                            <w:pPr>
                              <w:jc w:val="center"/>
                            </w:pPr>
                            <w:r>
                              <w:t>19</w:t>
                            </w:r>
                          </w:p>
                        </w:tc>
                        <w:tc>
                          <w:tcPr>
                            <w:tcW w:w="1359" w:type="dxa"/>
                            <w:shd w:val="clear" w:color="auto" w:fill="auto"/>
                            <w:vAlign w:val="center"/>
                          </w:tcPr>
                          <w:p w14:paraId="7D4D15A6" w14:textId="77777777" w:rsidR="00AF4FCD" w:rsidRDefault="00AF4FCD" w:rsidP="007232D4">
                            <w:pPr>
                              <w:jc w:val="center"/>
                            </w:pPr>
                            <w:r>
                              <w:t>17</w:t>
                            </w:r>
                          </w:p>
                        </w:tc>
                        <w:tc>
                          <w:tcPr>
                            <w:tcW w:w="1359" w:type="dxa"/>
                            <w:shd w:val="clear" w:color="auto" w:fill="DDD9C3" w:themeFill="background2" w:themeFillShade="E6"/>
                            <w:vAlign w:val="center"/>
                          </w:tcPr>
                          <w:p w14:paraId="114479A5" w14:textId="77777777" w:rsidR="00AF4FCD" w:rsidRDefault="00AF4FCD" w:rsidP="007232D4">
                            <w:pPr>
                              <w:jc w:val="center"/>
                            </w:pPr>
                            <w:r>
                              <w:t>15</w:t>
                            </w:r>
                          </w:p>
                        </w:tc>
                        <w:tc>
                          <w:tcPr>
                            <w:tcW w:w="1359" w:type="dxa"/>
                            <w:shd w:val="clear" w:color="auto" w:fill="auto"/>
                            <w:vAlign w:val="center"/>
                          </w:tcPr>
                          <w:p w14:paraId="0AFB57A2" w14:textId="77777777" w:rsidR="00AF4FCD" w:rsidRDefault="00AF4FCD" w:rsidP="007232D4">
                            <w:pPr>
                              <w:jc w:val="center"/>
                            </w:pPr>
                            <w:r>
                              <w:t>13</w:t>
                            </w:r>
                          </w:p>
                        </w:tc>
                        <w:tc>
                          <w:tcPr>
                            <w:tcW w:w="1359" w:type="dxa"/>
                            <w:shd w:val="clear" w:color="auto" w:fill="DDD9C3" w:themeFill="background2" w:themeFillShade="E6"/>
                            <w:vAlign w:val="center"/>
                          </w:tcPr>
                          <w:p w14:paraId="675D872A" w14:textId="77777777" w:rsidR="00AF4FCD" w:rsidRDefault="00AF4FCD" w:rsidP="007232D4">
                            <w:pPr>
                              <w:jc w:val="center"/>
                            </w:pPr>
                            <w:r>
                              <w:t>11</w:t>
                            </w:r>
                          </w:p>
                        </w:tc>
                      </w:tr>
                    </w:tbl>
                    <w:p w14:paraId="393DA27E" w14:textId="77777777" w:rsidR="00AF4FCD" w:rsidRDefault="00AF4FCD" w:rsidP="00E67D80"/>
                  </w:txbxContent>
                </v:textbox>
              </v:shape>
            </w:pict>
          </mc:Fallback>
        </mc:AlternateContent>
      </w:r>
      <w:r w:rsidR="00E67D80">
        <w:t>Here is the assessment rubric for this part of the project</w:t>
      </w:r>
    </w:p>
    <w:p w14:paraId="6248B016" w14:textId="77777777" w:rsidR="00E67D80" w:rsidRDefault="00E67D80" w:rsidP="00E67D80"/>
    <w:p w14:paraId="19981EC0" w14:textId="77777777" w:rsidR="00E67D80" w:rsidRDefault="00E67D80" w:rsidP="00E67D80"/>
    <w:p w14:paraId="7BE06EA8" w14:textId="77777777" w:rsidR="00E67D80" w:rsidRDefault="00E67D80" w:rsidP="00E67D80"/>
    <w:p w14:paraId="6C022B19" w14:textId="77777777" w:rsidR="00E67D80" w:rsidRDefault="00E67D80" w:rsidP="00E67D80"/>
    <w:p w14:paraId="2A3C58E4" w14:textId="77777777" w:rsidR="00E67D80" w:rsidRDefault="00E67D80" w:rsidP="00E67D80"/>
    <w:p w14:paraId="682AF193" w14:textId="77777777" w:rsidR="00E67D80" w:rsidRDefault="00E67D80" w:rsidP="00E67D80"/>
    <w:p w14:paraId="528290EF" w14:textId="77777777" w:rsidR="00E67D80" w:rsidRDefault="00E67D80" w:rsidP="00E67D80"/>
    <w:p w14:paraId="75FEF650" w14:textId="77777777" w:rsidR="00E67D80" w:rsidRDefault="00E67D80" w:rsidP="00E67D80"/>
    <w:p w14:paraId="513C64EE" w14:textId="77777777" w:rsidR="00E67D80" w:rsidRDefault="00E67D80" w:rsidP="00E67D80"/>
    <w:p w14:paraId="14F8E0B2" w14:textId="77777777" w:rsidR="00E67D80" w:rsidRDefault="00E67D80" w:rsidP="00E67D80"/>
    <w:p w14:paraId="2AD0C529" w14:textId="77777777" w:rsidR="00E67D80" w:rsidRDefault="00E67D80" w:rsidP="00E67D80"/>
    <w:p w14:paraId="26288E16" w14:textId="77777777" w:rsidR="00E67D80" w:rsidRDefault="00E67D80" w:rsidP="00E67D80"/>
    <w:p w14:paraId="7CDFB3CF" w14:textId="77777777" w:rsidR="00E67D80" w:rsidRDefault="00E67D80" w:rsidP="00E67D80"/>
    <w:p w14:paraId="2D0219E4" w14:textId="77777777" w:rsidR="00E67D80" w:rsidRDefault="00E67D80" w:rsidP="00E67D80"/>
    <w:p w14:paraId="44A805E3" w14:textId="77777777" w:rsidR="00E67D80" w:rsidRDefault="00E67D80" w:rsidP="00E67D80"/>
    <w:p w14:paraId="7CF6A8EE" w14:textId="77777777" w:rsidR="00E67D80" w:rsidRDefault="00E67D80" w:rsidP="00E67D80"/>
    <w:p w14:paraId="1DBBC001" w14:textId="77777777" w:rsidR="00E67D80" w:rsidRDefault="00E67D80" w:rsidP="00E67D80"/>
    <w:p w14:paraId="46C19E7C" w14:textId="77777777" w:rsidR="00E67D80" w:rsidRDefault="00E67D80" w:rsidP="00E67D80"/>
    <w:p w14:paraId="0CE9D6C3" w14:textId="77777777" w:rsidR="00E67D80" w:rsidRDefault="00E67D80" w:rsidP="00E67D80"/>
    <w:p w14:paraId="01E0B6E8" w14:textId="77777777" w:rsidR="00E67D80" w:rsidRDefault="00E67D80" w:rsidP="00E67D80"/>
    <w:p w14:paraId="24D5A15F" w14:textId="77777777" w:rsidR="00E67D80" w:rsidRDefault="00754756" w:rsidP="00E67D80">
      <w:pPr>
        <w:rPr>
          <w:i/>
          <w:color w:val="C00000"/>
        </w:rPr>
      </w:pPr>
      <w:r>
        <w:t>If you give yourself a 2</w:t>
      </w:r>
      <w:r w:rsidR="00E67D80">
        <w:t xml:space="preserve">0 for any question explain why your response </w:t>
      </w:r>
      <w:r w:rsidR="00E67D80">
        <w:rPr>
          <w:b/>
        </w:rPr>
        <w:t xml:space="preserve">goes </w:t>
      </w:r>
      <w:r w:rsidR="00042559">
        <w:rPr>
          <w:b/>
        </w:rPr>
        <w:t xml:space="preserve">well </w:t>
      </w:r>
      <w:r w:rsidR="00E67D80">
        <w:rPr>
          <w:b/>
        </w:rPr>
        <w:t>beyond expectations</w:t>
      </w:r>
      <w:r w:rsidR="00E67D80">
        <w:t xml:space="preserve">. </w:t>
      </w:r>
      <w:r w:rsidR="00E67D80">
        <w:rPr>
          <w:i/>
          <w:color w:val="C00000"/>
        </w:rPr>
        <w:t>Remember I expect you to answer the questions effectively – so don’t just tell me that you did what I expect!!</w:t>
      </w:r>
    </w:p>
    <w:p w14:paraId="329C911B" w14:textId="77777777" w:rsidR="00E67D80" w:rsidRDefault="00E67D80" w:rsidP="00E67D80">
      <w:r>
        <w:rPr>
          <w:noProof/>
          <w:lang w:eastAsia="en-US"/>
        </w:rPr>
        <mc:AlternateContent>
          <mc:Choice Requires="wps">
            <w:drawing>
              <wp:anchor distT="0" distB="0" distL="114300" distR="114300" simplePos="0" relativeHeight="251660288" behindDoc="0" locked="0" layoutInCell="1" allowOverlap="1" wp14:anchorId="33AC441C" wp14:editId="72BDC374">
                <wp:simplePos x="0" y="0"/>
                <wp:positionH relativeFrom="column">
                  <wp:posOffset>-73660</wp:posOffset>
                </wp:positionH>
                <wp:positionV relativeFrom="paragraph">
                  <wp:posOffset>24130</wp:posOffset>
                </wp:positionV>
                <wp:extent cx="6591300" cy="2000250"/>
                <wp:effectExtent l="0" t="0" r="12700" b="6350"/>
                <wp:wrapNone/>
                <wp:docPr id="2" name="Text Box 2"/>
                <wp:cNvGraphicFramePr/>
                <a:graphic xmlns:a="http://schemas.openxmlformats.org/drawingml/2006/main">
                  <a:graphicData uri="http://schemas.microsoft.com/office/word/2010/wordprocessingShape">
                    <wps:wsp>
                      <wps:cNvSpPr txBox="1"/>
                      <wps:spPr>
                        <a:xfrm>
                          <a:off x="0" y="0"/>
                          <a:ext cx="6591300" cy="2000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809"/>
                              <w:gridCol w:w="8030"/>
                            </w:tblGrid>
                            <w:tr w:rsidR="00AF4FCD" w14:paraId="739D0054"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A910388" w14:textId="77777777" w:rsidR="00AF4FCD" w:rsidRDefault="00AF4FCD">
                                  <w:r>
                                    <w:t>Theme question</w:t>
                                  </w:r>
                                </w:p>
                              </w:tc>
                              <w:tc>
                                <w:tcPr>
                                  <w:tcW w:w="8030" w:type="dxa"/>
                                  <w:tcBorders>
                                    <w:top w:val="single" w:sz="4" w:space="0" w:color="auto"/>
                                    <w:left w:val="single" w:sz="4" w:space="0" w:color="auto"/>
                                    <w:bottom w:val="single" w:sz="4" w:space="0" w:color="auto"/>
                                    <w:right w:val="single" w:sz="4" w:space="0" w:color="auto"/>
                                  </w:tcBorders>
                                </w:tcPr>
                                <w:p w14:paraId="28417E74" w14:textId="77777777" w:rsidR="00AF4FCD" w:rsidRDefault="00AF4FCD"/>
                              </w:tc>
                            </w:tr>
                            <w:tr w:rsidR="00AF4FCD" w14:paraId="5F1C790A"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14:paraId="69228EB3" w14:textId="77777777" w:rsidR="00AF4FCD" w:rsidRDefault="00AF4FCD">
                                  <w:r>
                                    <w:t>Form question</w:t>
                                  </w:r>
                                </w:p>
                              </w:tc>
                              <w:tc>
                                <w:tcPr>
                                  <w:tcW w:w="8030" w:type="dxa"/>
                                  <w:tcBorders>
                                    <w:top w:val="single" w:sz="4" w:space="0" w:color="auto"/>
                                    <w:left w:val="single" w:sz="4" w:space="0" w:color="auto"/>
                                    <w:bottom w:val="single" w:sz="4" w:space="0" w:color="auto"/>
                                    <w:right w:val="single" w:sz="4" w:space="0" w:color="auto"/>
                                  </w:tcBorders>
                                </w:tcPr>
                                <w:p w14:paraId="6DC9505A" w14:textId="77777777" w:rsidR="00AF4FCD" w:rsidRDefault="00AF4FCD"/>
                              </w:tc>
                            </w:tr>
                            <w:tr w:rsidR="00AF4FCD" w14:paraId="5BEF7A24"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14:paraId="625C67A5" w14:textId="77777777" w:rsidR="00AF4FCD" w:rsidRDefault="00AF4FCD">
                                  <w:r>
                                    <w:t>Context question</w:t>
                                  </w:r>
                                </w:p>
                              </w:tc>
                              <w:tc>
                                <w:tcPr>
                                  <w:tcW w:w="8030" w:type="dxa"/>
                                  <w:tcBorders>
                                    <w:top w:val="single" w:sz="4" w:space="0" w:color="auto"/>
                                    <w:left w:val="single" w:sz="4" w:space="0" w:color="auto"/>
                                    <w:bottom w:val="single" w:sz="4" w:space="0" w:color="auto"/>
                                    <w:right w:val="single" w:sz="4" w:space="0" w:color="auto"/>
                                  </w:tcBorders>
                                </w:tcPr>
                                <w:p w14:paraId="0E011E2E" w14:textId="77777777" w:rsidR="00AF4FCD" w:rsidRDefault="00AF4FCD"/>
                              </w:tc>
                            </w:tr>
                            <w:tr w:rsidR="00AF4FCD" w14:paraId="4BE74796"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0D2D9019" w14:textId="77777777" w:rsidR="00AF4FCD" w:rsidRDefault="00AF4FCD">
                                  <w:r>
                                    <w:t>Synthesis question</w:t>
                                  </w:r>
                                </w:p>
                              </w:tc>
                              <w:tc>
                                <w:tcPr>
                                  <w:tcW w:w="8030" w:type="dxa"/>
                                  <w:tcBorders>
                                    <w:top w:val="single" w:sz="4" w:space="0" w:color="auto"/>
                                    <w:left w:val="single" w:sz="4" w:space="0" w:color="auto"/>
                                    <w:bottom w:val="single" w:sz="4" w:space="0" w:color="auto"/>
                                    <w:right w:val="single" w:sz="4" w:space="0" w:color="auto"/>
                                  </w:tcBorders>
                                </w:tcPr>
                                <w:p w14:paraId="27FDBA78" w14:textId="77777777" w:rsidR="00AF4FCD" w:rsidRDefault="00AF4FCD"/>
                              </w:tc>
                            </w:tr>
                          </w:tbl>
                          <w:p w14:paraId="02B235F7" w14:textId="77777777" w:rsidR="00AF4FCD" w:rsidRDefault="00AF4FCD" w:rsidP="00E67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5.75pt;margin-top:1.9pt;width:519pt;height:1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" fillcolor="white [3201]" stroked="f" strokeweight=".5pt">
                <v:textbox>
                  <w:txbxContent>
                    <w:tbl>
                      <w:tblPr>
                        <w:tblStyle w:val="TableGrid"/>
                        <w:tblW w:w="0" w:type="auto"/>
                        <w:tblLook w:val="04A0" w:firstRow="1" w:lastRow="0" w:firstColumn="1" w:lastColumn="0" w:noHBand="0" w:noVBand="1"/>
                      </w:tblPr>
                      <w:tblGrid>
                        <w:gridCol w:w="1809"/>
                        <w:gridCol w:w="8030"/>
                      </w:tblGrid>
                      <w:tr w:rsidR="00AF4FCD" w14:paraId="739D0054"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7A910388" w14:textId="77777777" w:rsidR="00AF4FCD" w:rsidRDefault="00AF4FCD">
                            <w:r>
                              <w:t>Theme question</w:t>
                            </w:r>
                          </w:p>
                        </w:tc>
                        <w:tc>
                          <w:tcPr>
                            <w:tcW w:w="8030" w:type="dxa"/>
                            <w:tcBorders>
                              <w:top w:val="single" w:sz="4" w:space="0" w:color="auto"/>
                              <w:left w:val="single" w:sz="4" w:space="0" w:color="auto"/>
                              <w:bottom w:val="single" w:sz="4" w:space="0" w:color="auto"/>
                              <w:right w:val="single" w:sz="4" w:space="0" w:color="auto"/>
                            </w:tcBorders>
                          </w:tcPr>
                          <w:p w14:paraId="28417E74" w14:textId="77777777" w:rsidR="00AF4FCD" w:rsidRDefault="00AF4FCD"/>
                        </w:tc>
                      </w:tr>
                      <w:tr w:rsidR="00AF4FCD" w14:paraId="5F1C790A"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14:paraId="69228EB3" w14:textId="77777777" w:rsidR="00AF4FCD" w:rsidRDefault="00AF4FCD">
                            <w:r>
                              <w:t>Form question</w:t>
                            </w:r>
                          </w:p>
                        </w:tc>
                        <w:tc>
                          <w:tcPr>
                            <w:tcW w:w="8030" w:type="dxa"/>
                            <w:tcBorders>
                              <w:top w:val="single" w:sz="4" w:space="0" w:color="auto"/>
                              <w:left w:val="single" w:sz="4" w:space="0" w:color="auto"/>
                              <w:bottom w:val="single" w:sz="4" w:space="0" w:color="auto"/>
                              <w:right w:val="single" w:sz="4" w:space="0" w:color="auto"/>
                            </w:tcBorders>
                          </w:tcPr>
                          <w:p w14:paraId="6DC9505A" w14:textId="77777777" w:rsidR="00AF4FCD" w:rsidRDefault="00AF4FCD"/>
                        </w:tc>
                      </w:tr>
                      <w:tr w:rsidR="00AF4FCD" w14:paraId="5BEF7A24"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14:paraId="625C67A5" w14:textId="77777777" w:rsidR="00AF4FCD" w:rsidRDefault="00AF4FCD">
                            <w:r>
                              <w:t>Context question</w:t>
                            </w:r>
                          </w:p>
                        </w:tc>
                        <w:tc>
                          <w:tcPr>
                            <w:tcW w:w="8030" w:type="dxa"/>
                            <w:tcBorders>
                              <w:top w:val="single" w:sz="4" w:space="0" w:color="auto"/>
                              <w:left w:val="single" w:sz="4" w:space="0" w:color="auto"/>
                              <w:bottom w:val="single" w:sz="4" w:space="0" w:color="auto"/>
                              <w:right w:val="single" w:sz="4" w:space="0" w:color="auto"/>
                            </w:tcBorders>
                          </w:tcPr>
                          <w:p w14:paraId="0E011E2E" w14:textId="77777777" w:rsidR="00AF4FCD" w:rsidRDefault="00AF4FCD"/>
                        </w:tc>
                      </w:tr>
                      <w:tr w:rsidR="00AF4FCD" w14:paraId="4BE74796" w14:textId="77777777"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0D2D9019" w14:textId="77777777" w:rsidR="00AF4FCD" w:rsidRDefault="00AF4FCD">
                            <w:r>
                              <w:t>Synthesis question</w:t>
                            </w:r>
                          </w:p>
                        </w:tc>
                        <w:tc>
                          <w:tcPr>
                            <w:tcW w:w="8030" w:type="dxa"/>
                            <w:tcBorders>
                              <w:top w:val="single" w:sz="4" w:space="0" w:color="auto"/>
                              <w:left w:val="single" w:sz="4" w:space="0" w:color="auto"/>
                              <w:bottom w:val="single" w:sz="4" w:space="0" w:color="auto"/>
                              <w:right w:val="single" w:sz="4" w:space="0" w:color="auto"/>
                            </w:tcBorders>
                          </w:tcPr>
                          <w:p w14:paraId="27FDBA78" w14:textId="77777777" w:rsidR="00AF4FCD" w:rsidRDefault="00AF4FCD"/>
                        </w:tc>
                      </w:tr>
                    </w:tbl>
                    <w:p w14:paraId="02B235F7" w14:textId="77777777" w:rsidR="00AF4FCD" w:rsidRDefault="00AF4FCD" w:rsidP="00E67D80"/>
                  </w:txbxContent>
                </v:textbox>
              </v:shape>
            </w:pict>
          </mc:Fallback>
        </mc:AlternateContent>
      </w:r>
    </w:p>
    <w:p w14:paraId="3B779040" w14:textId="77777777" w:rsidR="00E67D80" w:rsidRDefault="00E67D80" w:rsidP="00E67D80"/>
    <w:p w14:paraId="74E5C01D" w14:textId="77777777" w:rsidR="00E67D80" w:rsidRDefault="00E67D80" w:rsidP="00E67D80"/>
    <w:p w14:paraId="2D0802B6" w14:textId="77777777" w:rsidR="00E67D80" w:rsidRDefault="00E67D80" w:rsidP="00E67D80"/>
    <w:p w14:paraId="275CC26E" w14:textId="77777777" w:rsidR="00E67D80" w:rsidRDefault="00E67D80" w:rsidP="00E67D80"/>
    <w:p w14:paraId="2C9BC649" w14:textId="77777777" w:rsidR="00E67D80" w:rsidRDefault="00E67D80" w:rsidP="00E67D80"/>
    <w:p w14:paraId="6F12AD91" w14:textId="77777777" w:rsidR="00E67D80" w:rsidRDefault="00E67D80" w:rsidP="00E67D80"/>
    <w:p w14:paraId="3A9985B8" w14:textId="77777777" w:rsidR="00023729" w:rsidRDefault="00023729" w:rsidP="00023729">
      <w:r>
        <w:lastRenderedPageBreak/>
        <w:t xml:space="preserve">Here are three artworks by artists who have used the American flag as subject matter. However, the Form, Theme and Context are different for each one.  Do some research on each of these artworks and use your findings to complete the tables below. There are some links below each artwork to get you started. </w:t>
      </w:r>
    </w:p>
    <w:p w14:paraId="2EABA901" w14:textId="77777777" w:rsidR="00023729" w:rsidRDefault="00023729" w:rsidP="00023729">
      <w:r>
        <w:rPr>
          <w:noProof/>
          <w:lang w:eastAsia="en-US"/>
        </w:rPr>
        <mc:AlternateContent>
          <mc:Choice Requires="wps">
            <w:drawing>
              <wp:anchor distT="0" distB="0" distL="114300" distR="114300" simplePos="0" relativeHeight="251664384" behindDoc="0" locked="0" layoutInCell="1" allowOverlap="1" wp14:anchorId="75003ECF" wp14:editId="25768D34">
                <wp:simplePos x="0" y="0"/>
                <wp:positionH relativeFrom="column">
                  <wp:posOffset>3974465</wp:posOffset>
                </wp:positionH>
                <wp:positionV relativeFrom="paragraph">
                  <wp:posOffset>1270</wp:posOffset>
                </wp:positionV>
                <wp:extent cx="1990725" cy="1876425"/>
                <wp:effectExtent l="0" t="0" r="28575" b="28575"/>
                <wp:wrapNone/>
                <wp:docPr id="7" name="Text Box 7"/>
                <wp:cNvGraphicFramePr/>
                <a:graphic xmlns:a="http://schemas.openxmlformats.org/drawingml/2006/main">
                  <a:graphicData uri="http://schemas.microsoft.com/office/word/2010/wordprocessingShape">
                    <wps:wsp>
                      <wps:cNvSpPr txBox="1"/>
                      <wps:spPr>
                        <a:xfrm>
                          <a:off x="0" y="0"/>
                          <a:ext cx="1990725" cy="1876425"/>
                        </a:xfrm>
                        <a:prstGeom prst="rect">
                          <a:avLst/>
                        </a:prstGeom>
                        <a:solidFill>
                          <a:sysClr val="window" lastClr="FFFFFF"/>
                        </a:solidFill>
                        <a:ln w="6350">
                          <a:solidFill>
                            <a:prstClr val="black"/>
                          </a:solidFill>
                        </a:ln>
                        <a:effectLst/>
                      </wps:spPr>
                      <wps:txbx>
                        <w:txbxContent>
                          <w:p w14:paraId="154CD299" w14:textId="77777777" w:rsidR="00023729" w:rsidRDefault="00023729" w:rsidP="00023729">
                            <w:r>
                              <w:rPr>
                                <w:noProof/>
                                <w:lang w:eastAsia="en-US"/>
                              </w:rPr>
                              <w:drawing>
                                <wp:inline distT="0" distB="0" distL="0" distR="0" wp14:anchorId="21B74F7B" wp14:editId="1070E366">
                                  <wp:extent cx="1801495" cy="1284605"/>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ugerflag.jpg"/>
                                          <pic:cNvPicPr/>
                                        </pic:nvPicPr>
                                        <pic:blipFill>
                                          <a:blip r:embed="rId7">
                                            <a:extLst>
                                              <a:ext uri="{28A0092B-C50C-407E-A947-70E740481C1C}">
                                                <a14:useLocalDpi xmlns:a14="http://schemas.microsoft.com/office/drawing/2010/main" val="0"/>
                                              </a:ext>
                                            </a:extLst>
                                          </a:blip>
                                          <a:stretch>
                                            <a:fillRect/>
                                          </a:stretch>
                                        </pic:blipFill>
                                        <pic:spPr>
                                          <a:xfrm>
                                            <a:off x="0" y="0"/>
                                            <a:ext cx="1801495" cy="1284605"/>
                                          </a:xfrm>
                                          <a:prstGeom prst="rect">
                                            <a:avLst/>
                                          </a:prstGeom>
                                        </pic:spPr>
                                      </pic:pic>
                                    </a:graphicData>
                                  </a:graphic>
                                </wp:inline>
                              </w:drawing>
                            </w:r>
                          </w:p>
                          <w:p w14:paraId="3F37F47D" w14:textId="77777777" w:rsidR="00023729" w:rsidRPr="00AC2C23" w:rsidRDefault="00023729" w:rsidP="00023729">
                            <w:pPr>
                              <w:rPr>
                                <w:sz w:val="18"/>
                                <w:szCs w:val="18"/>
                              </w:rPr>
                            </w:pPr>
                            <w:r w:rsidRPr="00AC2C23">
                              <w:rPr>
                                <w:sz w:val="18"/>
                                <w:szCs w:val="18"/>
                              </w:rPr>
                              <w:t xml:space="preserve">Barbara Kruger, </w:t>
                            </w:r>
                            <w:r w:rsidRPr="00AC2C23">
                              <w:rPr>
                                <w:i/>
                                <w:sz w:val="18"/>
                                <w:szCs w:val="18"/>
                              </w:rPr>
                              <w:t>Untitled (questions),</w:t>
                            </w:r>
                            <w:r w:rsidRPr="00AC2C23">
                              <w:rPr>
                                <w:sz w:val="18"/>
                                <w:szCs w:val="18"/>
                              </w:rPr>
                              <w:t xml:space="preserve"> 1991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8" type="#_x0000_t202" style="position:absolute;margin-left:312.95pt;margin-top:.1pt;width:156.75pt;height:147.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" fillcolor="window" strokeweight=".5pt">
                <v:textbox>
                  <w:txbxContent>
                    <w:p w:rsidR="00023729" w:rsidRDefault="00023729" w:rsidP="00023729">
                      <w:r>
                        <w:rPr>
                          <w:noProof/>
                          <w:lang w:eastAsia="en-US"/>
                        </w:rPr>
                        <w:drawing>
                          <wp:inline distT="0" distB="0" distL="0" distR="0" wp14:anchorId="3653BBAA" wp14:editId="455330B0">
                            <wp:extent cx="1801495" cy="1284605"/>
                            <wp:effectExtent l="0" t="0" r="825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ugerflag.jpg"/>
                                    <pic:cNvPicPr/>
                                  </pic:nvPicPr>
                                  <pic:blipFill>
                                    <a:blip r:embed="rId8">
                                      <a:extLst>
                                        <a:ext uri="{28A0092B-C50C-407E-A947-70E740481C1C}">
                                          <a14:useLocalDpi xmlns:a14="http://schemas.microsoft.com/office/drawing/2010/main" val="0"/>
                                        </a:ext>
                                      </a:extLst>
                                    </a:blip>
                                    <a:stretch>
                                      <a:fillRect/>
                                    </a:stretch>
                                  </pic:blipFill>
                                  <pic:spPr>
                                    <a:xfrm>
                                      <a:off x="0" y="0"/>
                                      <a:ext cx="1801495" cy="1284605"/>
                                    </a:xfrm>
                                    <a:prstGeom prst="rect">
                                      <a:avLst/>
                                    </a:prstGeom>
                                  </pic:spPr>
                                </pic:pic>
                              </a:graphicData>
                            </a:graphic>
                          </wp:inline>
                        </w:drawing>
                      </w:r>
                    </w:p>
                    <w:p w:rsidR="00023729" w:rsidRPr="00AC2C23" w:rsidRDefault="00023729" w:rsidP="00023729">
                      <w:pPr>
                        <w:rPr>
                          <w:sz w:val="18"/>
                          <w:szCs w:val="18"/>
                        </w:rPr>
                      </w:pPr>
                      <w:r w:rsidRPr="00AC2C23">
                        <w:rPr>
                          <w:sz w:val="18"/>
                          <w:szCs w:val="18"/>
                        </w:rPr>
                        <w:t xml:space="preserve">Barbara Kruger, </w:t>
                      </w:r>
                      <w:r w:rsidRPr="00AC2C23">
                        <w:rPr>
                          <w:i/>
                          <w:sz w:val="18"/>
                          <w:szCs w:val="18"/>
                        </w:rPr>
                        <w:t>Untitled (questions),</w:t>
                      </w:r>
                      <w:r w:rsidRPr="00AC2C23">
                        <w:rPr>
                          <w:sz w:val="18"/>
                          <w:szCs w:val="18"/>
                        </w:rPr>
                        <w:t xml:space="preserve"> 1991</w:t>
                      </w:r>
                    </w:p>
                  </w:txbxContent>
                </v:textbox>
              </v:shape>
            </w:pict>
          </mc:Fallback>
        </mc:AlternateContent>
      </w:r>
      <w:r>
        <w:rPr>
          <w:noProof/>
          <w:lang w:eastAsia="en-US"/>
        </w:rPr>
        <mc:AlternateContent>
          <mc:Choice Requires="wps">
            <w:drawing>
              <wp:anchor distT="0" distB="0" distL="114300" distR="114300" simplePos="0" relativeHeight="251663360" behindDoc="0" locked="0" layoutInCell="1" allowOverlap="1" wp14:anchorId="5013BD0F" wp14:editId="2048D8FE">
                <wp:simplePos x="0" y="0"/>
                <wp:positionH relativeFrom="column">
                  <wp:posOffset>1983740</wp:posOffset>
                </wp:positionH>
                <wp:positionV relativeFrom="paragraph">
                  <wp:posOffset>1270</wp:posOffset>
                </wp:positionV>
                <wp:extent cx="1990725" cy="187642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990725" cy="1876425"/>
                        </a:xfrm>
                        <a:prstGeom prst="rect">
                          <a:avLst/>
                        </a:prstGeom>
                        <a:solidFill>
                          <a:sysClr val="window" lastClr="FFFFFF"/>
                        </a:solidFill>
                        <a:ln w="6350">
                          <a:solidFill>
                            <a:prstClr val="black"/>
                          </a:solidFill>
                        </a:ln>
                        <a:effectLst/>
                      </wps:spPr>
                      <wps:txbx>
                        <w:txbxContent>
                          <w:p w14:paraId="2556DBA9" w14:textId="77777777" w:rsidR="00023729" w:rsidRDefault="00023729" w:rsidP="00023729">
                            <w:r>
                              <w:rPr>
                                <w:noProof/>
                                <w:lang w:eastAsia="en-US"/>
                              </w:rPr>
                              <w:drawing>
                                <wp:inline distT="0" distB="0" distL="0" distR="0" wp14:anchorId="55D07EFE" wp14:editId="3AA4C64B">
                                  <wp:extent cx="1801495" cy="133794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g0084d.jpg"/>
                                          <pic:cNvPicPr/>
                                        </pic:nvPicPr>
                                        <pic:blipFill>
                                          <a:blip r:embed="rId9">
                                            <a:extLst>
                                              <a:ext uri="{28A0092B-C50C-407E-A947-70E740481C1C}">
                                                <a14:useLocalDpi xmlns:a14="http://schemas.microsoft.com/office/drawing/2010/main" val="0"/>
                                              </a:ext>
                                            </a:extLst>
                                          </a:blip>
                                          <a:stretch>
                                            <a:fillRect/>
                                          </a:stretch>
                                        </pic:blipFill>
                                        <pic:spPr>
                                          <a:xfrm>
                                            <a:off x="0" y="0"/>
                                            <a:ext cx="1801495" cy="1337945"/>
                                          </a:xfrm>
                                          <a:prstGeom prst="rect">
                                            <a:avLst/>
                                          </a:prstGeom>
                                        </pic:spPr>
                                      </pic:pic>
                                    </a:graphicData>
                                  </a:graphic>
                                </wp:inline>
                              </w:drawing>
                            </w:r>
                          </w:p>
                          <w:p w14:paraId="1035B797" w14:textId="77777777" w:rsidR="00023729" w:rsidRPr="00AC2C23" w:rsidRDefault="00023729" w:rsidP="00023729">
                            <w:pPr>
                              <w:jc w:val="center"/>
                              <w:rPr>
                                <w:sz w:val="16"/>
                                <w:szCs w:val="16"/>
                              </w:rPr>
                            </w:pPr>
                            <w:r w:rsidRPr="00AC2C23">
                              <w:rPr>
                                <w:sz w:val="16"/>
                                <w:szCs w:val="16"/>
                              </w:rPr>
                              <w:t xml:space="preserve">Faith Ringgold, </w:t>
                            </w:r>
                            <w:r w:rsidRPr="00AC2C23">
                              <w:rPr>
                                <w:i/>
                                <w:sz w:val="16"/>
                                <w:szCs w:val="16"/>
                              </w:rPr>
                              <w:t>Flag for the Moon</w:t>
                            </w:r>
                            <w:r w:rsidRPr="00AC2C23">
                              <w:rPr>
                                <w:sz w:val="16"/>
                                <w:szCs w:val="16"/>
                              </w:rPr>
                              <w:t>, 1969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6" o:spid="_x0000_s1029" type="#_x0000_t202" style="position:absolute;margin-left:156.2pt;margin-top:.1pt;width:156.75pt;height:147.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" fillcolor="window" strokeweight=".5pt">
                <v:textbox>
                  <w:txbxContent>
                    <w:p w:rsidR="00023729" w:rsidRDefault="00023729" w:rsidP="00023729">
                      <w:r>
                        <w:rPr>
                          <w:noProof/>
                          <w:lang w:eastAsia="en-US"/>
                        </w:rPr>
                        <w:drawing>
                          <wp:inline distT="0" distB="0" distL="0" distR="0" wp14:anchorId="38B13021" wp14:editId="00902B7F">
                            <wp:extent cx="1801495" cy="1337945"/>
                            <wp:effectExtent l="0" t="0" r="825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g0084d.jpg"/>
                                    <pic:cNvPicPr/>
                                  </pic:nvPicPr>
                                  <pic:blipFill>
                                    <a:blip r:embed="rId10">
                                      <a:extLst>
                                        <a:ext uri="{28A0092B-C50C-407E-A947-70E740481C1C}">
                                          <a14:useLocalDpi xmlns:a14="http://schemas.microsoft.com/office/drawing/2010/main" val="0"/>
                                        </a:ext>
                                      </a:extLst>
                                    </a:blip>
                                    <a:stretch>
                                      <a:fillRect/>
                                    </a:stretch>
                                  </pic:blipFill>
                                  <pic:spPr>
                                    <a:xfrm>
                                      <a:off x="0" y="0"/>
                                      <a:ext cx="1801495" cy="1337945"/>
                                    </a:xfrm>
                                    <a:prstGeom prst="rect">
                                      <a:avLst/>
                                    </a:prstGeom>
                                  </pic:spPr>
                                </pic:pic>
                              </a:graphicData>
                            </a:graphic>
                          </wp:inline>
                        </w:drawing>
                      </w:r>
                    </w:p>
                    <w:p w:rsidR="00023729" w:rsidRPr="00AC2C23" w:rsidRDefault="00023729" w:rsidP="00023729">
                      <w:pPr>
                        <w:jc w:val="center"/>
                        <w:rPr>
                          <w:sz w:val="16"/>
                          <w:szCs w:val="16"/>
                        </w:rPr>
                      </w:pPr>
                      <w:r w:rsidRPr="00AC2C23">
                        <w:rPr>
                          <w:sz w:val="16"/>
                          <w:szCs w:val="16"/>
                        </w:rPr>
                        <w:t xml:space="preserve">Faith Ringgold, </w:t>
                      </w:r>
                      <w:r w:rsidRPr="00AC2C23">
                        <w:rPr>
                          <w:i/>
                          <w:sz w:val="16"/>
                          <w:szCs w:val="16"/>
                        </w:rPr>
                        <w:t>Flag for the Moon</w:t>
                      </w:r>
                      <w:r w:rsidRPr="00AC2C23">
                        <w:rPr>
                          <w:sz w:val="16"/>
                          <w:szCs w:val="16"/>
                        </w:rPr>
                        <w:t>, 1969</w:t>
                      </w:r>
                    </w:p>
                  </w:txbxContent>
                </v:textbox>
              </v:shape>
            </w:pict>
          </mc:Fallback>
        </mc:AlternateContent>
      </w:r>
      <w:r>
        <w:rPr>
          <w:noProof/>
          <w:lang w:eastAsia="en-US"/>
        </w:rPr>
        <mc:AlternateContent>
          <mc:Choice Requires="wps">
            <w:drawing>
              <wp:anchor distT="0" distB="0" distL="114300" distR="114300" simplePos="0" relativeHeight="251662336" behindDoc="0" locked="0" layoutInCell="1" allowOverlap="1" wp14:anchorId="25B95B5F" wp14:editId="52F30FD8">
                <wp:simplePos x="0" y="0"/>
                <wp:positionH relativeFrom="column">
                  <wp:posOffset>-6985</wp:posOffset>
                </wp:positionH>
                <wp:positionV relativeFrom="paragraph">
                  <wp:posOffset>1270</wp:posOffset>
                </wp:positionV>
                <wp:extent cx="1990725" cy="187642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1990725" cy="1876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B3FEC4" w14:textId="77777777" w:rsidR="00023729" w:rsidRDefault="00023729" w:rsidP="00023729">
                            <w:r>
                              <w:rPr>
                                <w:noProof/>
                                <w:lang w:eastAsia="en-US"/>
                              </w:rPr>
                              <w:drawing>
                                <wp:inline distT="0" distB="0" distL="0" distR="0" wp14:anchorId="5E57F3ED" wp14:editId="6F35AC47">
                                  <wp:extent cx="1801495" cy="140970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sper Johns Three Flags.jpg"/>
                                          <pic:cNvPicPr/>
                                        </pic:nvPicPr>
                                        <pic:blipFill>
                                          <a:blip r:embed="rId11">
                                            <a:extLst>
                                              <a:ext uri="{28A0092B-C50C-407E-A947-70E740481C1C}">
                                                <a14:useLocalDpi xmlns:a14="http://schemas.microsoft.com/office/drawing/2010/main" val="0"/>
                                              </a:ext>
                                            </a:extLst>
                                          </a:blip>
                                          <a:stretch>
                                            <a:fillRect/>
                                          </a:stretch>
                                        </pic:blipFill>
                                        <pic:spPr>
                                          <a:xfrm>
                                            <a:off x="0" y="0"/>
                                            <a:ext cx="1801495" cy="1409700"/>
                                          </a:xfrm>
                                          <a:prstGeom prst="rect">
                                            <a:avLst/>
                                          </a:prstGeom>
                                        </pic:spPr>
                                      </pic:pic>
                                    </a:graphicData>
                                  </a:graphic>
                                </wp:inline>
                              </w:drawing>
                            </w:r>
                          </w:p>
                          <w:p w14:paraId="4B415C46" w14:textId="77777777" w:rsidR="00023729" w:rsidRPr="00AC2C23" w:rsidRDefault="00023729" w:rsidP="00023729">
                            <w:pPr>
                              <w:jc w:val="center"/>
                              <w:rPr>
                                <w:sz w:val="16"/>
                                <w:szCs w:val="16"/>
                              </w:rPr>
                            </w:pPr>
                            <w:r w:rsidRPr="00AC2C23">
                              <w:rPr>
                                <w:sz w:val="16"/>
                                <w:szCs w:val="16"/>
                              </w:rPr>
                              <w:t xml:space="preserve">Jasper Johns, </w:t>
                            </w:r>
                            <w:r w:rsidRPr="00AC2C23">
                              <w:rPr>
                                <w:i/>
                                <w:sz w:val="16"/>
                                <w:szCs w:val="16"/>
                              </w:rPr>
                              <w:t>Three Flags,</w:t>
                            </w:r>
                            <w:r w:rsidRPr="00AC2C23">
                              <w:rPr>
                                <w:sz w:val="16"/>
                                <w:szCs w:val="16"/>
                              </w:rPr>
                              <w:t xml:space="preserve"> 1958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5" o:spid="_x0000_s1030" type="#_x0000_t202" style="position:absolute;margin-left:-.5pt;margin-top:.1pt;width:156.75pt;height:147.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" fillcolor="white [3201]" strokeweight=".5pt">
                <v:textbox>
                  <w:txbxContent>
                    <w:p w:rsidR="00023729" w:rsidRDefault="00023729" w:rsidP="00023729">
                      <w:r>
                        <w:rPr>
                          <w:noProof/>
                          <w:lang w:eastAsia="en-US"/>
                        </w:rPr>
                        <w:drawing>
                          <wp:inline distT="0" distB="0" distL="0" distR="0" wp14:anchorId="787BC600" wp14:editId="3F67D88C">
                            <wp:extent cx="1801495" cy="1409700"/>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sper Johns Three Flags.jpg"/>
                                    <pic:cNvPicPr/>
                                  </pic:nvPicPr>
                                  <pic:blipFill>
                                    <a:blip r:embed="rId12">
                                      <a:extLst>
                                        <a:ext uri="{28A0092B-C50C-407E-A947-70E740481C1C}">
                                          <a14:useLocalDpi xmlns:a14="http://schemas.microsoft.com/office/drawing/2010/main" val="0"/>
                                        </a:ext>
                                      </a:extLst>
                                    </a:blip>
                                    <a:stretch>
                                      <a:fillRect/>
                                    </a:stretch>
                                  </pic:blipFill>
                                  <pic:spPr>
                                    <a:xfrm>
                                      <a:off x="0" y="0"/>
                                      <a:ext cx="1801495" cy="1409700"/>
                                    </a:xfrm>
                                    <a:prstGeom prst="rect">
                                      <a:avLst/>
                                    </a:prstGeom>
                                  </pic:spPr>
                                </pic:pic>
                              </a:graphicData>
                            </a:graphic>
                          </wp:inline>
                        </w:drawing>
                      </w:r>
                    </w:p>
                    <w:p w:rsidR="00023729" w:rsidRPr="00AC2C23" w:rsidRDefault="00023729" w:rsidP="00023729">
                      <w:pPr>
                        <w:jc w:val="center"/>
                        <w:rPr>
                          <w:sz w:val="16"/>
                          <w:szCs w:val="16"/>
                        </w:rPr>
                      </w:pPr>
                      <w:r w:rsidRPr="00AC2C23">
                        <w:rPr>
                          <w:sz w:val="16"/>
                          <w:szCs w:val="16"/>
                        </w:rPr>
                        <w:t xml:space="preserve">Jasper Johns, </w:t>
                      </w:r>
                      <w:r w:rsidRPr="00AC2C23">
                        <w:rPr>
                          <w:i/>
                          <w:sz w:val="16"/>
                          <w:szCs w:val="16"/>
                        </w:rPr>
                        <w:t>Three Flags,</w:t>
                      </w:r>
                      <w:r w:rsidRPr="00AC2C23">
                        <w:rPr>
                          <w:sz w:val="16"/>
                          <w:szCs w:val="16"/>
                        </w:rPr>
                        <w:t xml:space="preserve"> 1958</w:t>
                      </w:r>
                    </w:p>
                  </w:txbxContent>
                </v:textbox>
              </v:shape>
            </w:pict>
          </mc:Fallback>
        </mc:AlternateContent>
      </w:r>
    </w:p>
    <w:p w14:paraId="0A7F57F2" w14:textId="77777777" w:rsidR="00023729" w:rsidRDefault="00023729" w:rsidP="00023729"/>
    <w:p w14:paraId="525D8474" w14:textId="77777777" w:rsidR="00023729" w:rsidRDefault="00023729" w:rsidP="00023729"/>
    <w:p w14:paraId="68AF300D" w14:textId="77777777" w:rsidR="00023729" w:rsidRDefault="00023729" w:rsidP="00023729"/>
    <w:p w14:paraId="23D361BA" w14:textId="77777777" w:rsidR="00023729" w:rsidRDefault="00023729" w:rsidP="00023729"/>
    <w:p w14:paraId="7F58F1D6" w14:textId="77777777" w:rsidR="00023729" w:rsidRDefault="00023729" w:rsidP="00023729"/>
    <w:p w14:paraId="124293B5" w14:textId="77777777" w:rsidR="00023729" w:rsidRDefault="00023729" w:rsidP="00023729">
      <w:r>
        <w:rPr>
          <w:noProof/>
          <w:lang w:eastAsia="en-US"/>
        </w:rPr>
        <mc:AlternateContent>
          <mc:Choice Requires="wps">
            <w:drawing>
              <wp:anchor distT="0" distB="0" distL="114300" distR="114300" simplePos="0" relativeHeight="251667456" behindDoc="0" locked="0" layoutInCell="1" allowOverlap="1" wp14:anchorId="51B3C47C" wp14:editId="78859BEA">
                <wp:simplePos x="0" y="0"/>
                <wp:positionH relativeFrom="column">
                  <wp:posOffset>3974465</wp:posOffset>
                </wp:positionH>
                <wp:positionV relativeFrom="paragraph">
                  <wp:posOffset>120015</wp:posOffset>
                </wp:positionV>
                <wp:extent cx="1990725" cy="81915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1990725" cy="819150"/>
                        </a:xfrm>
                        <a:prstGeom prst="rect">
                          <a:avLst/>
                        </a:prstGeom>
                        <a:solidFill>
                          <a:sysClr val="window" lastClr="FFFFFF"/>
                        </a:solidFill>
                        <a:ln w="6350">
                          <a:solidFill>
                            <a:prstClr val="black"/>
                          </a:solidFill>
                        </a:ln>
                        <a:effectLst/>
                      </wps:spPr>
                      <wps:txbx>
                        <w:txbxContent>
                          <w:p w14:paraId="67A17E3E" w14:textId="77777777" w:rsidR="00023729" w:rsidRDefault="00EA06CA" w:rsidP="00023729">
                            <w:hyperlink r:id="rId13" w:history="1">
                              <w:r w:rsidR="00023729" w:rsidRPr="00AC2C23">
                                <w:rPr>
                                  <w:rStyle w:val="Hyperlink"/>
                                </w:rPr>
                                <w:t>The Warhol - Kruger</w:t>
                              </w:r>
                            </w:hyperlink>
                          </w:p>
                          <w:p w14:paraId="3974F0BB" w14:textId="77777777" w:rsidR="00023729" w:rsidRDefault="00EA06CA" w:rsidP="00023729">
                            <w:hyperlink r:id="rId14" w:history="1">
                              <w:r w:rsidR="00023729" w:rsidRPr="00066FA2">
                                <w:rPr>
                                  <w:rStyle w:val="Hyperlink"/>
                                </w:rPr>
                                <w:t>The Feminist Archive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31" type="#_x0000_t202" style="position:absolute;margin-left:312.95pt;margin-top:9.45pt;width:156.75pt;height:6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" fillcolor="window" strokeweight=".5pt">
                <v:textbox>
                  <w:txbxContent>
                    <w:p w:rsidR="00023729" w:rsidRDefault="00023729" w:rsidP="00023729">
                      <w:hyperlink r:id="rId15" w:history="1">
                        <w:r w:rsidRPr="00AC2C23">
                          <w:rPr>
                            <w:rStyle w:val="Hyperlink"/>
                          </w:rPr>
                          <w:t>The Warhol - Kruger</w:t>
                        </w:r>
                      </w:hyperlink>
                    </w:p>
                    <w:p w:rsidR="00023729" w:rsidRDefault="00023729" w:rsidP="00023729">
                      <w:hyperlink r:id="rId16" w:history="1">
                        <w:r w:rsidRPr="00066FA2">
                          <w:rPr>
                            <w:rStyle w:val="Hyperlink"/>
                          </w:rPr>
                          <w:t>The Feminist Archive</w:t>
                        </w:r>
                      </w:hyperlink>
                    </w:p>
                  </w:txbxContent>
                </v:textbox>
              </v:shape>
            </w:pict>
          </mc:Fallback>
        </mc:AlternateContent>
      </w:r>
      <w:r>
        <w:rPr>
          <w:noProof/>
          <w:lang w:eastAsia="en-US"/>
        </w:rPr>
        <mc:AlternateContent>
          <mc:Choice Requires="wps">
            <w:drawing>
              <wp:anchor distT="0" distB="0" distL="114300" distR="114300" simplePos="0" relativeHeight="251666432" behindDoc="0" locked="0" layoutInCell="1" allowOverlap="1" wp14:anchorId="38BB5C2A" wp14:editId="06CB905A">
                <wp:simplePos x="0" y="0"/>
                <wp:positionH relativeFrom="column">
                  <wp:posOffset>1983740</wp:posOffset>
                </wp:positionH>
                <wp:positionV relativeFrom="paragraph">
                  <wp:posOffset>120015</wp:posOffset>
                </wp:positionV>
                <wp:extent cx="1990725" cy="81915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1990725" cy="819150"/>
                        </a:xfrm>
                        <a:prstGeom prst="rect">
                          <a:avLst/>
                        </a:prstGeom>
                        <a:solidFill>
                          <a:sysClr val="window" lastClr="FFFFFF"/>
                        </a:solidFill>
                        <a:ln w="6350">
                          <a:solidFill>
                            <a:prstClr val="black"/>
                          </a:solidFill>
                        </a:ln>
                        <a:effectLst/>
                      </wps:spPr>
                      <wps:txbx>
                        <w:txbxContent>
                          <w:p w14:paraId="0D6B619A" w14:textId="77777777" w:rsidR="00023729" w:rsidRDefault="00EA06CA" w:rsidP="00023729">
                            <w:hyperlink r:id="rId17" w:history="1">
                              <w:r w:rsidR="00023729" w:rsidRPr="00066FA2">
                                <w:rPr>
                                  <w:rStyle w:val="Hyperlink"/>
                                </w:rPr>
                                <w:t>Faith Ringgold’s website</w:t>
                              </w:r>
                            </w:hyperlink>
                          </w:p>
                          <w:p w14:paraId="6B8C18A6" w14:textId="77777777" w:rsidR="00023729" w:rsidRDefault="00EA06CA" w:rsidP="00023729">
                            <w:hyperlink r:id="rId18" w:history="1">
                              <w:r w:rsidR="00023729" w:rsidRPr="00066FA2">
                                <w:rPr>
                                  <w:rStyle w:val="Hyperlink"/>
                                </w:rPr>
                                <w:t>Faith Ringgold on PBS</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32" type="#_x0000_t202" style="position:absolute;margin-left:156.2pt;margin-top:9.45pt;width:156.75pt;height:6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" fillcolor="window" strokeweight=".5pt">
                <v:textbox>
                  <w:txbxContent>
                    <w:p w:rsidR="00023729" w:rsidRDefault="00023729" w:rsidP="00023729">
                      <w:hyperlink r:id="rId19" w:history="1">
                        <w:r w:rsidRPr="00066FA2">
                          <w:rPr>
                            <w:rStyle w:val="Hyperlink"/>
                          </w:rPr>
                          <w:t>Faith Ringgold’s website</w:t>
                        </w:r>
                      </w:hyperlink>
                    </w:p>
                    <w:p w:rsidR="00023729" w:rsidRDefault="00023729" w:rsidP="00023729">
                      <w:hyperlink r:id="rId20" w:history="1">
                        <w:r w:rsidRPr="00066FA2">
                          <w:rPr>
                            <w:rStyle w:val="Hyperlink"/>
                          </w:rPr>
                          <w:t>Faith Ringgold on PBS</w:t>
                        </w:r>
                      </w:hyperlink>
                    </w:p>
                  </w:txbxContent>
                </v:textbox>
              </v:shape>
            </w:pict>
          </mc:Fallback>
        </mc:AlternateContent>
      </w:r>
      <w:r>
        <w:rPr>
          <w:noProof/>
          <w:lang w:eastAsia="en-US"/>
        </w:rPr>
        <mc:AlternateContent>
          <mc:Choice Requires="wps">
            <w:drawing>
              <wp:anchor distT="0" distB="0" distL="114300" distR="114300" simplePos="0" relativeHeight="251665408" behindDoc="0" locked="0" layoutInCell="1" allowOverlap="1" wp14:anchorId="4A6D7F0C" wp14:editId="65AFCB98">
                <wp:simplePos x="0" y="0"/>
                <wp:positionH relativeFrom="column">
                  <wp:posOffset>-6985</wp:posOffset>
                </wp:positionH>
                <wp:positionV relativeFrom="paragraph">
                  <wp:posOffset>120015</wp:posOffset>
                </wp:positionV>
                <wp:extent cx="1990725" cy="819150"/>
                <wp:effectExtent l="0" t="0" r="28575" b="19050"/>
                <wp:wrapNone/>
                <wp:docPr id="12" name="Text Box 12"/>
                <wp:cNvGraphicFramePr/>
                <a:graphic xmlns:a="http://schemas.openxmlformats.org/drawingml/2006/main">
                  <a:graphicData uri="http://schemas.microsoft.com/office/word/2010/wordprocessingShape">
                    <wps:wsp>
                      <wps:cNvSpPr txBox="1"/>
                      <wps:spPr>
                        <a:xfrm>
                          <a:off x="0" y="0"/>
                          <a:ext cx="1990725" cy="819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DF7026" w14:textId="77777777" w:rsidR="00023729" w:rsidRDefault="00EA06CA" w:rsidP="00023729">
                            <w:hyperlink r:id="rId21" w:history="1">
                              <w:r w:rsidR="00023729" w:rsidRPr="00AC2C23">
                                <w:rPr>
                                  <w:rStyle w:val="Hyperlink"/>
                                </w:rPr>
                                <w:t>The Whitney Museum</w:t>
                              </w:r>
                            </w:hyperlink>
                          </w:p>
                          <w:p w14:paraId="02DE4889" w14:textId="77777777" w:rsidR="00023729" w:rsidRDefault="00EA06CA" w:rsidP="00023729">
                            <w:hyperlink r:id="rId22" w:history="1">
                              <w:r w:rsidR="00023729" w:rsidRPr="00AC2C23">
                                <w:rPr>
                                  <w:rStyle w:val="Hyperlink"/>
                                </w:rPr>
                                <w:t>The Warhol - Johns</w:t>
                              </w:r>
                            </w:hyperlink>
                          </w:p>
                          <w:p w14:paraId="2491645F" w14:textId="77777777" w:rsidR="00023729" w:rsidRDefault="00023729" w:rsidP="00023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3" type="#_x0000_t202" style="position:absolute;margin-left:-.5pt;margin-top:9.45pt;width:156.75pt;height:6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" fillcolor="white [3201]" strokeweight=".5pt">
                <v:textbox>
                  <w:txbxContent>
                    <w:p w:rsidR="00023729" w:rsidRDefault="00023729" w:rsidP="00023729">
                      <w:hyperlink r:id="rId23" w:history="1">
                        <w:r w:rsidRPr="00AC2C23">
                          <w:rPr>
                            <w:rStyle w:val="Hyperlink"/>
                          </w:rPr>
                          <w:t>The Whitney Museum</w:t>
                        </w:r>
                      </w:hyperlink>
                    </w:p>
                    <w:p w:rsidR="00023729" w:rsidRDefault="00023729" w:rsidP="00023729">
                      <w:hyperlink r:id="rId24" w:history="1">
                        <w:r w:rsidRPr="00AC2C23">
                          <w:rPr>
                            <w:rStyle w:val="Hyperlink"/>
                          </w:rPr>
                          <w:t>The Warhol - Johns</w:t>
                        </w:r>
                      </w:hyperlink>
                    </w:p>
                    <w:p w:rsidR="00023729" w:rsidRDefault="00023729" w:rsidP="00023729"/>
                  </w:txbxContent>
                </v:textbox>
              </v:shape>
            </w:pict>
          </mc:Fallback>
        </mc:AlternateContent>
      </w:r>
    </w:p>
    <w:p w14:paraId="1F294F10" w14:textId="77777777" w:rsidR="00023729" w:rsidRDefault="00023729" w:rsidP="00023729"/>
    <w:p w14:paraId="0ECAD728" w14:textId="77777777" w:rsidR="00023729" w:rsidRDefault="00023729" w:rsidP="00023729"/>
    <w:p w14:paraId="16ACD1CE" w14:textId="77777777" w:rsidR="00023729" w:rsidRDefault="00023729" w:rsidP="00023729"/>
    <w:p w14:paraId="7EF98F1E" w14:textId="77777777" w:rsidR="00023729" w:rsidRPr="00AE6420" w:rsidRDefault="00023729" w:rsidP="00023729">
      <w:pPr>
        <w:rPr>
          <w:b/>
        </w:rPr>
      </w:pPr>
      <w:r w:rsidRPr="00AE6420">
        <w:rPr>
          <w:b/>
        </w:rPr>
        <w:t>Theme</w:t>
      </w:r>
    </w:p>
    <w:p w14:paraId="46F47672" w14:textId="77777777" w:rsidR="00023729" w:rsidRDefault="00023729" w:rsidP="00023729">
      <w:proofErr w:type="gramStart"/>
      <w:r>
        <w:t>Each artist had a very different thematic intention in their</w:t>
      </w:r>
      <w:proofErr w:type="gramEnd"/>
      <w:r>
        <w:t xml:space="preserve"> respective artwork.  Describe what the “big ideas” were for each artist when creating the work above.</w:t>
      </w:r>
    </w:p>
    <w:p w14:paraId="2B70D9B1" w14:textId="77777777" w:rsidR="00023729" w:rsidRDefault="00023729" w:rsidP="00023729">
      <w:pPr>
        <w:rPr>
          <w:b/>
        </w:rPr>
      </w:pPr>
      <w:r>
        <w:rPr>
          <w:b/>
          <w:noProof/>
          <w:lang w:eastAsia="en-US"/>
        </w:rPr>
        <mc:AlternateContent>
          <mc:Choice Requires="wps">
            <w:drawing>
              <wp:anchor distT="0" distB="0" distL="114300" distR="114300" simplePos="0" relativeHeight="251669504" behindDoc="0" locked="0" layoutInCell="1" allowOverlap="1" wp14:anchorId="24227710" wp14:editId="593E696B">
                <wp:simplePos x="0" y="0"/>
                <wp:positionH relativeFrom="column">
                  <wp:posOffset>40640</wp:posOffset>
                </wp:positionH>
                <wp:positionV relativeFrom="paragraph">
                  <wp:posOffset>100330</wp:posOffset>
                </wp:positionV>
                <wp:extent cx="6515100" cy="43624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6515100" cy="436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526"/>
                              <w:gridCol w:w="8451"/>
                            </w:tblGrid>
                            <w:tr w:rsidR="00023729" w14:paraId="0B3528F9" w14:textId="77777777" w:rsidTr="00AE6420">
                              <w:trPr>
                                <w:trHeight w:val="2164"/>
                              </w:trPr>
                              <w:tc>
                                <w:tcPr>
                                  <w:tcW w:w="1526" w:type="dxa"/>
                                  <w:shd w:val="clear" w:color="auto" w:fill="8DB3E2" w:themeFill="text2" w:themeFillTint="66"/>
                                  <w:vAlign w:val="center"/>
                                </w:tcPr>
                                <w:p w14:paraId="1F6247B4" w14:textId="77777777" w:rsidR="00023729" w:rsidRDefault="00023729" w:rsidP="00AE6420">
                                  <w:r>
                                    <w:t>Johns</w:t>
                                  </w:r>
                                </w:p>
                              </w:tc>
                              <w:tc>
                                <w:tcPr>
                                  <w:tcW w:w="8451" w:type="dxa"/>
                                </w:tcPr>
                                <w:p w14:paraId="18658F3F" w14:textId="77777777" w:rsidR="00023729" w:rsidRDefault="00023729"/>
                              </w:tc>
                            </w:tr>
                            <w:tr w:rsidR="00023729" w14:paraId="2D2BF811" w14:textId="77777777" w:rsidTr="00AE6420">
                              <w:trPr>
                                <w:trHeight w:val="2164"/>
                              </w:trPr>
                              <w:tc>
                                <w:tcPr>
                                  <w:tcW w:w="1526" w:type="dxa"/>
                                  <w:shd w:val="clear" w:color="auto" w:fill="D99594" w:themeFill="accent2" w:themeFillTint="99"/>
                                  <w:vAlign w:val="center"/>
                                </w:tcPr>
                                <w:p w14:paraId="11719E12" w14:textId="77777777" w:rsidR="00023729" w:rsidRDefault="00023729" w:rsidP="00AE6420">
                                  <w:r>
                                    <w:t>Ringgold</w:t>
                                  </w:r>
                                </w:p>
                              </w:tc>
                              <w:tc>
                                <w:tcPr>
                                  <w:tcW w:w="8451" w:type="dxa"/>
                                </w:tcPr>
                                <w:p w14:paraId="4EC9C233" w14:textId="77777777" w:rsidR="00023729" w:rsidRDefault="00023729"/>
                              </w:tc>
                            </w:tr>
                            <w:tr w:rsidR="00023729" w14:paraId="225B44A1" w14:textId="77777777" w:rsidTr="00AE6420">
                              <w:trPr>
                                <w:trHeight w:val="2164"/>
                              </w:trPr>
                              <w:tc>
                                <w:tcPr>
                                  <w:tcW w:w="1526" w:type="dxa"/>
                                  <w:shd w:val="clear" w:color="auto" w:fill="C2D69B" w:themeFill="accent3" w:themeFillTint="99"/>
                                  <w:vAlign w:val="center"/>
                                </w:tcPr>
                                <w:p w14:paraId="0AD88057" w14:textId="77777777" w:rsidR="00023729" w:rsidRDefault="00023729" w:rsidP="00AE6420">
                                  <w:r>
                                    <w:t>Kruger</w:t>
                                  </w:r>
                                </w:p>
                              </w:tc>
                              <w:tc>
                                <w:tcPr>
                                  <w:tcW w:w="8451" w:type="dxa"/>
                                </w:tcPr>
                                <w:p w14:paraId="2EC04D1E" w14:textId="77777777" w:rsidR="00023729" w:rsidRDefault="00023729"/>
                              </w:tc>
                            </w:tr>
                          </w:tbl>
                          <w:p w14:paraId="226487F7" w14:textId="77777777" w:rsidR="00023729" w:rsidRDefault="00023729" w:rsidP="00023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4" type="#_x0000_t202" style="position:absolute;margin-left:3.2pt;margin-top:7.9pt;width:513pt;height:34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" fillcolor="white [3201]" stroked="f" strokeweight=".5pt">
                <v:textbox>
                  <w:txbxContent>
                    <w:tbl>
                      <w:tblPr>
                        <w:tblStyle w:val="TableGrid"/>
                        <w:tblW w:w="0" w:type="auto"/>
                        <w:tblLook w:val="04A0" w:firstRow="1" w:lastRow="0" w:firstColumn="1" w:lastColumn="0" w:noHBand="0" w:noVBand="1"/>
                      </w:tblPr>
                      <w:tblGrid>
                        <w:gridCol w:w="1526"/>
                        <w:gridCol w:w="8451"/>
                      </w:tblGrid>
                      <w:tr w:rsidR="00023729" w14:paraId="0B3528F9" w14:textId="77777777" w:rsidTr="00AE6420">
                        <w:trPr>
                          <w:trHeight w:val="2164"/>
                        </w:trPr>
                        <w:tc>
                          <w:tcPr>
                            <w:tcW w:w="1526" w:type="dxa"/>
                            <w:shd w:val="clear" w:color="auto" w:fill="8DB3E2" w:themeFill="text2" w:themeFillTint="66"/>
                            <w:vAlign w:val="center"/>
                          </w:tcPr>
                          <w:p w14:paraId="1F6247B4" w14:textId="77777777" w:rsidR="00023729" w:rsidRDefault="00023729" w:rsidP="00AE6420">
                            <w:r>
                              <w:t>Johns</w:t>
                            </w:r>
                          </w:p>
                        </w:tc>
                        <w:tc>
                          <w:tcPr>
                            <w:tcW w:w="8451" w:type="dxa"/>
                          </w:tcPr>
                          <w:p w14:paraId="18658F3F" w14:textId="77777777" w:rsidR="00023729" w:rsidRDefault="00023729"/>
                        </w:tc>
                      </w:tr>
                      <w:tr w:rsidR="00023729" w14:paraId="2D2BF811" w14:textId="77777777" w:rsidTr="00AE6420">
                        <w:trPr>
                          <w:trHeight w:val="2164"/>
                        </w:trPr>
                        <w:tc>
                          <w:tcPr>
                            <w:tcW w:w="1526" w:type="dxa"/>
                            <w:shd w:val="clear" w:color="auto" w:fill="D99594" w:themeFill="accent2" w:themeFillTint="99"/>
                            <w:vAlign w:val="center"/>
                          </w:tcPr>
                          <w:p w14:paraId="11719E12" w14:textId="77777777" w:rsidR="00023729" w:rsidRDefault="00023729" w:rsidP="00AE6420">
                            <w:r>
                              <w:t>Ringgold</w:t>
                            </w:r>
                          </w:p>
                        </w:tc>
                        <w:tc>
                          <w:tcPr>
                            <w:tcW w:w="8451" w:type="dxa"/>
                          </w:tcPr>
                          <w:p w14:paraId="4EC9C233" w14:textId="77777777" w:rsidR="00023729" w:rsidRDefault="00023729"/>
                        </w:tc>
                      </w:tr>
                      <w:tr w:rsidR="00023729" w14:paraId="225B44A1" w14:textId="77777777" w:rsidTr="00AE6420">
                        <w:trPr>
                          <w:trHeight w:val="2164"/>
                        </w:trPr>
                        <w:tc>
                          <w:tcPr>
                            <w:tcW w:w="1526" w:type="dxa"/>
                            <w:shd w:val="clear" w:color="auto" w:fill="C2D69B" w:themeFill="accent3" w:themeFillTint="99"/>
                            <w:vAlign w:val="center"/>
                          </w:tcPr>
                          <w:p w14:paraId="0AD88057" w14:textId="77777777" w:rsidR="00023729" w:rsidRDefault="00023729" w:rsidP="00AE6420">
                            <w:r>
                              <w:t>Kruger</w:t>
                            </w:r>
                          </w:p>
                        </w:tc>
                        <w:tc>
                          <w:tcPr>
                            <w:tcW w:w="8451" w:type="dxa"/>
                          </w:tcPr>
                          <w:p w14:paraId="2EC04D1E" w14:textId="77777777" w:rsidR="00023729" w:rsidRDefault="00023729"/>
                        </w:tc>
                      </w:tr>
                    </w:tbl>
                    <w:p w14:paraId="226487F7" w14:textId="77777777" w:rsidR="00023729" w:rsidRDefault="00023729" w:rsidP="00023729"/>
                  </w:txbxContent>
                </v:textbox>
              </v:shape>
            </w:pict>
          </mc:Fallback>
        </mc:AlternateContent>
      </w:r>
    </w:p>
    <w:p w14:paraId="235C32D2" w14:textId="77777777" w:rsidR="00023729" w:rsidRDefault="00023729" w:rsidP="00023729">
      <w:pPr>
        <w:rPr>
          <w:b/>
        </w:rPr>
      </w:pPr>
    </w:p>
    <w:p w14:paraId="23165BC3" w14:textId="77777777" w:rsidR="00023729" w:rsidRDefault="00023729" w:rsidP="00023729">
      <w:pPr>
        <w:rPr>
          <w:b/>
        </w:rPr>
      </w:pPr>
    </w:p>
    <w:p w14:paraId="2BCB0788" w14:textId="77777777" w:rsidR="00023729" w:rsidRDefault="00023729" w:rsidP="00023729">
      <w:pPr>
        <w:rPr>
          <w:b/>
        </w:rPr>
      </w:pPr>
    </w:p>
    <w:p w14:paraId="26ECAF05" w14:textId="77777777" w:rsidR="00023729" w:rsidRDefault="00023729" w:rsidP="00023729">
      <w:pPr>
        <w:rPr>
          <w:b/>
        </w:rPr>
      </w:pPr>
    </w:p>
    <w:p w14:paraId="610318A6" w14:textId="77777777" w:rsidR="00023729" w:rsidRDefault="00023729" w:rsidP="00023729">
      <w:pPr>
        <w:rPr>
          <w:b/>
        </w:rPr>
      </w:pPr>
    </w:p>
    <w:p w14:paraId="4ED57D3C" w14:textId="77777777" w:rsidR="00023729" w:rsidRDefault="00023729" w:rsidP="00023729">
      <w:pPr>
        <w:rPr>
          <w:b/>
        </w:rPr>
      </w:pPr>
    </w:p>
    <w:p w14:paraId="6F3233F8" w14:textId="77777777" w:rsidR="00023729" w:rsidRDefault="00023729" w:rsidP="00023729">
      <w:pPr>
        <w:rPr>
          <w:b/>
        </w:rPr>
      </w:pPr>
    </w:p>
    <w:p w14:paraId="7400B4BD" w14:textId="77777777" w:rsidR="00023729" w:rsidRDefault="00023729" w:rsidP="00023729">
      <w:pPr>
        <w:rPr>
          <w:b/>
        </w:rPr>
      </w:pPr>
    </w:p>
    <w:p w14:paraId="5A22BC68" w14:textId="77777777" w:rsidR="00023729" w:rsidRDefault="00023729" w:rsidP="00023729">
      <w:pPr>
        <w:rPr>
          <w:b/>
        </w:rPr>
      </w:pPr>
    </w:p>
    <w:p w14:paraId="01A2C477" w14:textId="77777777" w:rsidR="00023729" w:rsidRDefault="00023729" w:rsidP="00023729">
      <w:pPr>
        <w:rPr>
          <w:b/>
        </w:rPr>
      </w:pPr>
    </w:p>
    <w:p w14:paraId="5C57C52C" w14:textId="77777777" w:rsidR="00023729" w:rsidRDefault="00023729" w:rsidP="00023729">
      <w:pPr>
        <w:rPr>
          <w:b/>
        </w:rPr>
      </w:pPr>
    </w:p>
    <w:p w14:paraId="2E340ED1" w14:textId="77777777" w:rsidR="00023729" w:rsidRDefault="00023729" w:rsidP="00023729">
      <w:pPr>
        <w:rPr>
          <w:b/>
        </w:rPr>
      </w:pPr>
    </w:p>
    <w:p w14:paraId="1E292119" w14:textId="77777777" w:rsidR="00023729" w:rsidRDefault="00023729" w:rsidP="00023729">
      <w:pPr>
        <w:rPr>
          <w:b/>
        </w:rPr>
      </w:pPr>
    </w:p>
    <w:p w14:paraId="2AE78643" w14:textId="77777777" w:rsidR="00023729" w:rsidRDefault="00023729" w:rsidP="00023729">
      <w:pPr>
        <w:rPr>
          <w:b/>
        </w:rPr>
      </w:pPr>
    </w:p>
    <w:p w14:paraId="0F168B70" w14:textId="77777777" w:rsidR="00023729" w:rsidRDefault="00023729" w:rsidP="00023729">
      <w:pPr>
        <w:rPr>
          <w:b/>
        </w:rPr>
      </w:pPr>
    </w:p>
    <w:p w14:paraId="6EF00C05" w14:textId="77777777" w:rsidR="00023729" w:rsidRDefault="00023729" w:rsidP="00023729">
      <w:pPr>
        <w:rPr>
          <w:b/>
        </w:rPr>
      </w:pPr>
      <w:r w:rsidRPr="00C24E69">
        <w:rPr>
          <w:b/>
        </w:rPr>
        <w:t>Form</w:t>
      </w:r>
    </w:p>
    <w:p w14:paraId="0A0A0ED6" w14:textId="77777777" w:rsidR="00023729" w:rsidRPr="00AE6420" w:rsidRDefault="00023729" w:rsidP="00023729">
      <w:r w:rsidRPr="00AE6420">
        <w:t>The form needs to support the artist’s theme…</w:t>
      </w:r>
    </w:p>
    <w:p w14:paraId="3EE7D453" w14:textId="77777777" w:rsidR="00023729" w:rsidRDefault="00023729" w:rsidP="00023729">
      <w:r>
        <w:rPr>
          <w:noProof/>
          <w:lang w:eastAsia="en-US"/>
        </w:rPr>
        <mc:AlternateContent>
          <mc:Choice Requires="wps">
            <w:drawing>
              <wp:anchor distT="0" distB="0" distL="114300" distR="114300" simplePos="0" relativeHeight="251668480" behindDoc="0" locked="0" layoutInCell="1" allowOverlap="1" wp14:anchorId="4A5F0816" wp14:editId="3AC60225">
                <wp:simplePos x="0" y="0"/>
                <wp:positionH relativeFrom="column">
                  <wp:posOffset>88265</wp:posOffset>
                </wp:positionH>
                <wp:positionV relativeFrom="paragraph">
                  <wp:posOffset>76200</wp:posOffset>
                </wp:positionV>
                <wp:extent cx="5972175" cy="2914650"/>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5972175" cy="2914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809"/>
                              <w:gridCol w:w="2437"/>
                              <w:gridCol w:w="2438"/>
                              <w:gridCol w:w="2438"/>
                            </w:tblGrid>
                            <w:tr w:rsidR="00023729" w14:paraId="2D6FFF5E" w14:textId="77777777" w:rsidTr="00924910">
                              <w:tc>
                                <w:tcPr>
                                  <w:tcW w:w="1809" w:type="dxa"/>
                                </w:tcPr>
                                <w:p w14:paraId="536DA8CE" w14:textId="77777777" w:rsidR="00023729" w:rsidRDefault="00023729"/>
                              </w:tc>
                              <w:tc>
                                <w:tcPr>
                                  <w:tcW w:w="2437" w:type="dxa"/>
                                  <w:shd w:val="clear" w:color="auto" w:fill="FBD4B4" w:themeFill="accent6" w:themeFillTint="66"/>
                                  <w:vAlign w:val="center"/>
                                </w:tcPr>
                                <w:p w14:paraId="30F1DB6D" w14:textId="77777777" w:rsidR="00023729" w:rsidRDefault="00023729" w:rsidP="00924910">
                                  <w:pPr>
                                    <w:jc w:val="center"/>
                                  </w:pPr>
                                  <w:r>
                                    <w:t>Johns</w:t>
                                  </w:r>
                                </w:p>
                              </w:tc>
                              <w:tc>
                                <w:tcPr>
                                  <w:tcW w:w="2438" w:type="dxa"/>
                                  <w:shd w:val="clear" w:color="auto" w:fill="E5B8B7" w:themeFill="accent2" w:themeFillTint="66"/>
                                  <w:vAlign w:val="center"/>
                                </w:tcPr>
                                <w:p w14:paraId="497BB05A" w14:textId="77777777" w:rsidR="00023729" w:rsidRDefault="00023729" w:rsidP="00924910">
                                  <w:pPr>
                                    <w:jc w:val="center"/>
                                  </w:pPr>
                                  <w:r>
                                    <w:t>Ringgold</w:t>
                                  </w:r>
                                </w:p>
                              </w:tc>
                              <w:tc>
                                <w:tcPr>
                                  <w:tcW w:w="2438" w:type="dxa"/>
                                  <w:shd w:val="clear" w:color="auto" w:fill="C2D69B" w:themeFill="accent3" w:themeFillTint="99"/>
                                  <w:vAlign w:val="center"/>
                                </w:tcPr>
                                <w:p w14:paraId="292938AD" w14:textId="77777777" w:rsidR="00023729" w:rsidRDefault="00023729" w:rsidP="00924910">
                                  <w:pPr>
                                    <w:jc w:val="center"/>
                                  </w:pPr>
                                  <w:r>
                                    <w:t>Kruger</w:t>
                                  </w:r>
                                </w:p>
                              </w:tc>
                            </w:tr>
                            <w:tr w:rsidR="00023729" w14:paraId="19585F21" w14:textId="77777777" w:rsidTr="00924910">
                              <w:trPr>
                                <w:trHeight w:val="1930"/>
                              </w:trPr>
                              <w:tc>
                                <w:tcPr>
                                  <w:tcW w:w="1809" w:type="dxa"/>
                                  <w:shd w:val="clear" w:color="auto" w:fill="B2A1C7" w:themeFill="accent4" w:themeFillTint="99"/>
                                  <w:vAlign w:val="center"/>
                                </w:tcPr>
                                <w:p w14:paraId="3CA48DAB" w14:textId="77777777" w:rsidR="00023729" w:rsidRPr="00924910" w:rsidRDefault="00023729" w:rsidP="00924910">
                                  <w:pPr>
                                    <w:rPr>
                                      <w:sz w:val="16"/>
                                      <w:szCs w:val="16"/>
                                    </w:rPr>
                                  </w:pPr>
                                  <w:r>
                                    <w:rPr>
                                      <w:sz w:val="16"/>
                                      <w:szCs w:val="16"/>
                                    </w:rPr>
                                    <w:t>Explain how the arrangement of the visual elements in each artwork creates visual impact on the viewer.</w:t>
                                  </w:r>
                                </w:p>
                              </w:tc>
                              <w:tc>
                                <w:tcPr>
                                  <w:tcW w:w="2437" w:type="dxa"/>
                                </w:tcPr>
                                <w:p w14:paraId="0FDBAEC4" w14:textId="77777777" w:rsidR="00023729" w:rsidRDefault="00023729"/>
                              </w:tc>
                              <w:tc>
                                <w:tcPr>
                                  <w:tcW w:w="2438" w:type="dxa"/>
                                </w:tcPr>
                                <w:p w14:paraId="79CC6047" w14:textId="77777777" w:rsidR="00023729" w:rsidRDefault="00023729"/>
                              </w:tc>
                              <w:tc>
                                <w:tcPr>
                                  <w:tcW w:w="2438" w:type="dxa"/>
                                </w:tcPr>
                                <w:p w14:paraId="30968425" w14:textId="77777777" w:rsidR="00023729" w:rsidRDefault="00023729"/>
                              </w:tc>
                            </w:tr>
                            <w:tr w:rsidR="00023729" w14:paraId="2A164941" w14:textId="77777777" w:rsidTr="00924910">
                              <w:trPr>
                                <w:trHeight w:val="1930"/>
                              </w:trPr>
                              <w:tc>
                                <w:tcPr>
                                  <w:tcW w:w="1809" w:type="dxa"/>
                                  <w:shd w:val="clear" w:color="auto" w:fill="B8CCE4" w:themeFill="accent1" w:themeFillTint="66"/>
                                  <w:vAlign w:val="center"/>
                                </w:tcPr>
                                <w:p w14:paraId="6E4626BD" w14:textId="77777777" w:rsidR="00023729" w:rsidRDefault="00023729" w:rsidP="00924910">
                                  <w:r w:rsidRPr="00924910">
                                    <w:rPr>
                                      <w:sz w:val="16"/>
                                      <w:szCs w:val="16"/>
                                    </w:rPr>
                                    <w:t>The media that each artist uses is different.  Explain what it is and how its visual effect supports the artist’s thematic intention.</w:t>
                                  </w:r>
                                </w:p>
                              </w:tc>
                              <w:tc>
                                <w:tcPr>
                                  <w:tcW w:w="2437" w:type="dxa"/>
                                </w:tcPr>
                                <w:p w14:paraId="144911E1" w14:textId="77777777" w:rsidR="00023729" w:rsidRDefault="00023729"/>
                              </w:tc>
                              <w:tc>
                                <w:tcPr>
                                  <w:tcW w:w="2438" w:type="dxa"/>
                                </w:tcPr>
                                <w:p w14:paraId="523FA9E5" w14:textId="77777777" w:rsidR="00023729" w:rsidRDefault="00023729"/>
                              </w:tc>
                              <w:tc>
                                <w:tcPr>
                                  <w:tcW w:w="2438" w:type="dxa"/>
                                </w:tcPr>
                                <w:p w14:paraId="6F65A921" w14:textId="77777777" w:rsidR="00023729" w:rsidRDefault="00023729"/>
                              </w:tc>
                            </w:tr>
                          </w:tbl>
                          <w:p w14:paraId="34051C9A" w14:textId="77777777" w:rsidR="00023729" w:rsidRDefault="00023729" w:rsidP="00023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5" type="#_x0000_t202" style="position:absolute;margin-left:6.95pt;margin-top:6pt;width:470.25pt;height:229.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" fillcolor="white [3201]" stroked="f" strokeweight=".5pt">
                <v:textbox>
                  <w:txbxContent>
                    <w:tbl>
                      <w:tblPr>
                        <w:tblStyle w:val="TableGrid"/>
                        <w:tblW w:w="0" w:type="auto"/>
                        <w:tblLook w:val="04A0" w:firstRow="1" w:lastRow="0" w:firstColumn="1" w:lastColumn="0" w:noHBand="0" w:noVBand="1"/>
                      </w:tblPr>
                      <w:tblGrid>
                        <w:gridCol w:w="1809"/>
                        <w:gridCol w:w="2437"/>
                        <w:gridCol w:w="2438"/>
                        <w:gridCol w:w="2438"/>
                      </w:tblGrid>
                      <w:tr w:rsidR="00023729" w14:paraId="2D6FFF5E" w14:textId="77777777" w:rsidTr="00924910">
                        <w:tc>
                          <w:tcPr>
                            <w:tcW w:w="1809" w:type="dxa"/>
                          </w:tcPr>
                          <w:p w14:paraId="536DA8CE" w14:textId="77777777" w:rsidR="00023729" w:rsidRDefault="00023729"/>
                        </w:tc>
                        <w:tc>
                          <w:tcPr>
                            <w:tcW w:w="2437" w:type="dxa"/>
                            <w:shd w:val="clear" w:color="auto" w:fill="FBD4B4" w:themeFill="accent6" w:themeFillTint="66"/>
                            <w:vAlign w:val="center"/>
                          </w:tcPr>
                          <w:p w14:paraId="30F1DB6D" w14:textId="77777777" w:rsidR="00023729" w:rsidRDefault="00023729" w:rsidP="00924910">
                            <w:pPr>
                              <w:jc w:val="center"/>
                            </w:pPr>
                            <w:r>
                              <w:t>Johns</w:t>
                            </w:r>
                          </w:p>
                        </w:tc>
                        <w:tc>
                          <w:tcPr>
                            <w:tcW w:w="2438" w:type="dxa"/>
                            <w:shd w:val="clear" w:color="auto" w:fill="E5B8B7" w:themeFill="accent2" w:themeFillTint="66"/>
                            <w:vAlign w:val="center"/>
                          </w:tcPr>
                          <w:p w14:paraId="497BB05A" w14:textId="77777777" w:rsidR="00023729" w:rsidRDefault="00023729" w:rsidP="00924910">
                            <w:pPr>
                              <w:jc w:val="center"/>
                            </w:pPr>
                            <w:r>
                              <w:t>Ringgold</w:t>
                            </w:r>
                          </w:p>
                        </w:tc>
                        <w:tc>
                          <w:tcPr>
                            <w:tcW w:w="2438" w:type="dxa"/>
                            <w:shd w:val="clear" w:color="auto" w:fill="C2D69B" w:themeFill="accent3" w:themeFillTint="99"/>
                            <w:vAlign w:val="center"/>
                          </w:tcPr>
                          <w:p w14:paraId="292938AD" w14:textId="77777777" w:rsidR="00023729" w:rsidRDefault="00023729" w:rsidP="00924910">
                            <w:pPr>
                              <w:jc w:val="center"/>
                            </w:pPr>
                            <w:r>
                              <w:t>Kruger</w:t>
                            </w:r>
                          </w:p>
                        </w:tc>
                      </w:tr>
                      <w:tr w:rsidR="00023729" w14:paraId="19585F21" w14:textId="77777777" w:rsidTr="00924910">
                        <w:trPr>
                          <w:trHeight w:val="1930"/>
                        </w:trPr>
                        <w:tc>
                          <w:tcPr>
                            <w:tcW w:w="1809" w:type="dxa"/>
                            <w:shd w:val="clear" w:color="auto" w:fill="B2A1C7" w:themeFill="accent4" w:themeFillTint="99"/>
                            <w:vAlign w:val="center"/>
                          </w:tcPr>
                          <w:p w14:paraId="3CA48DAB" w14:textId="77777777" w:rsidR="00023729" w:rsidRPr="00924910" w:rsidRDefault="00023729" w:rsidP="00924910">
                            <w:pPr>
                              <w:rPr>
                                <w:sz w:val="16"/>
                                <w:szCs w:val="16"/>
                              </w:rPr>
                            </w:pPr>
                            <w:r>
                              <w:rPr>
                                <w:sz w:val="16"/>
                                <w:szCs w:val="16"/>
                              </w:rPr>
                              <w:t>Explain how the arrangement of the visual elements in each artwork creates visual impact on the viewer.</w:t>
                            </w:r>
                          </w:p>
                        </w:tc>
                        <w:tc>
                          <w:tcPr>
                            <w:tcW w:w="2437" w:type="dxa"/>
                          </w:tcPr>
                          <w:p w14:paraId="0FDBAEC4" w14:textId="77777777" w:rsidR="00023729" w:rsidRDefault="00023729"/>
                        </w:tc>
                        <w:tc>
                          <w:tcPr>
                            <w:tcW w:w="2438" w:type="dxa"/>
                          </w:tcPr>
                          <w:p w14:paraId="79CC6047" w14:textId="77777777" w:rsidR="00023729" w:rsidRDefault="00023729"/>
                        </w:tc>
                        <w:tc>
                          <w:tcPr>
                            <w:tcW w:w="2438" w:type="dxa"/>
                          </w:tcPr>
                          <w:p w14:paraId="30968425" w14:textId="77777777" w:rsidR="00023729" w:rsidRDefault="00023729"/>
                        </w:tc>
                      </w:tr>
                      <w:tr w:rsidR="00023729" w14:paraId="2A164941" w14:textId="77777777" w:rsidTr="00924910">
                        <w:trPr>
                          <w:trHeight w:val="1930"/>
                        </w:trPr>
                        <w:tc>
                          <w:tcPr>
                            <w:tcW w:w="1809" w:type="dxa"/>
                            <w:shd w:val="clear" w:color="auto" w:fill="B8CCE4" w:themeFill="accent1" w:themeFillTint="66"/>
                            <w:vAlign w:val="center"/>
                          </w:tcPr>
                          <w:p w14:paraId="6E4626BD" w14:textId="77777777" w:rsidR="00023729" w:rsidRDefault="00023729" w:rsidP="00924910">
                            <w:r w:rsidRPr="00924910">
                              <w:rPr>
                                <w:sz w:val="16"/>
                                <w:szCs w:val="16"/>
                              </w:rPr>
                              <w:t>The media that each artist uses is different.  Explain what it is and how its visual effect supports the artist’s thematic intention.</w:t>
                            </w:r>
                          </w:p>
                        </w:tc>
                        <w:tc>
                          <w:tcPr>
                            <w:tcW w:w="2437" w:type="dxa"/>
                          </w:tcPr>
                          <w:p w14:paraId="144911E1" w14:textId="77777777" w:rsidR="00023729" w:rsidRDefault="00023729"/>
                        </w:tc>
                        <w:tc>
                          <w:tcPr>
                            <w:tcW w:w="2438" w:type="dxa"/>
                          </w:tcPr>
                          <w:p w14:paraId="523FA9E5" w14:textId="77777777" w:rsidR="00023729" w:rsidRDefault="00023729"/>
                        </w:tc>
                        <w:tc>
                          <w:tcPr>
                            <w:tcW w:w="2438" w:type="dxa"/>
                          </w:tcPr>
                          <w:p w14:paraId="6F65A921" w14:textId="77777777" w:rsidR="00023729" w:rsidRDefault="00023729"/>
                        </w:tc>
                      </w:tr>
                    </w:tbl>
                    <w:p w14:paraId="34051C9A" w14:textId="77777777" w:rsidR="00023729" w:rsidRDefault="00023729" w:rsidP="00023729"/>
                  </w:txbxContent>
                </v:textbox>
              </v:shape>
            </w:pict>
          </mc:Fallback>
        </mc:AlternateContent>
      </w:r>
    </w:p>
    <w:p w14:paraId="5EC950E9" w14:textId="77777777" w:rsidR="00023729" w:rsidRDefault="00023729" w:rsidP="00023729"/>
    <w:p w14:paraId="6C31F5E6" w14:textId="77777777" w:rsidR="00023729" w:rsidRDefault="00023729" w:rsidP="00023729"/>
    <w:p w14:paraId="53B3710A" w14:textId="77777777" w:rsidR="00023729" w:rsidRDefault="00023729" w:rsidP="00023729"/>
    <w:p w14:paraId="26046979" w14:textId="77777777" w:rsidR="00023729" w:rsidRDefault="00023729" w:rsidP="00023729"/>
    <w:p w14:paraId="124EFC75" w14:textId="77777777" w:rsidR="00023729" w:rsidRDefault="00023729" w:rsidP="00023729"/>
    <w:p w14:paraId="7B37E280" w14:textId="77777777" w:rsidR="00023729" w:rsidRDefault="00023729" w:rsidP="00023729"/>
    <w:p w14:paraId="29F94C13" w14:textId="77777777" w:rsidR="00023729" w:rsidRDefault="00023729" w:rsidP="00023729"/>
    <w:p w14:paraId="5BE84D3E" w14:textId="77777777" w:rsidR="00023729" w:rsidRDefault="00023729" w:rsidP="00023729"/>
    <w:p w14:paraId="79E82347" w14:textId="77777777" w:rsidR="00023729" w:rsidRDefault="00023729" w:rsidP="00023729"/>
    <w:p w14:paraId="599E603D" w14:textId="77777777" w:rsidR="00023729" w:rsidRPr="00CF46D5" w:rsidRDefault="00023729" w:rsidP="00023729">
      <w:pPr>
        <w:rPr>
          <w:b/>
        </w:rPr>
      </w:pPr>
      <w:r w:rsidRPr="00CF46D5">
        <w:rPr>
          <w:b/>
        </w:rPr>
        <w:t>Context</w:t>
      </w:r>
    </w:p>
    <w:p w14:paraId="2BDEF155" w14:textId="77777777" w:rsidR="00023729" w:rsidRDefault="00023729" w:rsidP="00023729">
      <w:r>
        <w:rPr>
          <w:noProof/>
          <w:lang w:eastAsia="en-US"/>
        </w:rPr>
        <mc:AlternateContent>
          <mc:Choice Requires="wps">
            <w:drawing>
              <wp:anchor distT="0" distB="0" distL="114300" distR="114300" simplePos="0" relativeHeight="251670528" behindDoc="0" locked="0" layoutInCell="1" allowOverlap="1" wp14:anchorId="594D0A39" wp14:editId="7B8E232A">
                <wp:simplePos x="0" y="0"/>
                <wp:positionH relativeFrom="column">
                  <wp:posOffset>-26035</wp:posOffset>
                </wp:positionH>
                <wp:positionV relativeFrom="paragraph">
                  <wp:posOffset>888365</wp:posOffset>
                </wp:positionV>
                <wp:extent cx="6629400" cy="44958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6629400" cy="4495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437"/>
                              <w:gridCol w:w="2924"/>
                              <w:gridCol w:w="2924"/>
                              <w:gridCol w:w="2925"/>
                            </w:tblGrid>
                            <w:tr w:rsidR="00023729" w14:paraId="15DE8FE3" w14:textId="77777777" w:rsidTr="00970AAA">
                              <w:tc>
                                <w:tcPr>
                                  <w:tcW w:w="1384" w:type="dxa"/>
                                </w:tcPr>
                                <w:p w14:paraId="4EF25BBC" w14:textId="77777777" w:rsidR="00023729" w:rsidRDefault="00023729"/>
                              </w:tc>
                              <w:tc>
                                <w:tcPr>
                                  <w:tcW w:w="2924" w:type="dxa"/>
                                  <w:shd w:val="clear" w:color="auto" w:fill="FDE9D9" w:themeFill="accent6" w:themeFillTint="33"/>
                                  <w:vAlign w:val="center"/>
                                </w:tcPr>
                                <w:p w14:paraId="42B60A45" w14:textId="77777777" w:rsidR="00023729" w:rsidRDefault="00023729" w:rsidP="00970AAA">
                                  <w:pPr>
                                    <w:jc w:val="center"/>
                                  </w:pPr>
                                  <w:r>
                                    <w:t>Johns</w:t>
                                  </w:r>
                                </w:p>
                              </w:tc>
                              <w:tc>
                                <w:tcPr>
                                  <w:tcW w:w="2924" w:type="dxa"/>
                                  <w:shd w:val="clear" w:color="auto" w:fill="DAEEF3" w:themeFill="accent5" w:themeFillTint="33"/>
                                  <w:vAlign w:val="center"/>
                                </w:tcPr>
                                <w:p w14:paraId="5CB4E423" w14:textId="77777777" w:rsidR="00023729" w:rsidRDefault="00023729" w:rsidP="00970AAA">
                                  <w:pPr>
                                    <w:jc w:val="center"/>
                                  </w:pPr>
                                  <w:r>
                                    <w:t>Ringgold</w:t>
                                  </w:r>
                                </w:p>
                              </w:tc>
                              <w:tc>
                                <w:tcPr>
                                  <w:tcW w:w="2925" w:type="dxa"/>
                                  <w:shd w:val="clear" w:color="auto" w:fill="E5DFEC" w:themeFill="accent4" w:themeFillTint="33"/>
                                  <w:vAlign w:val="center"/>
                                </w:tcPr>
                                <w:p w14:paraId="22A10236" w14:textId="77777777" w:rsidR="00023729" w:rsidRDefault="00023729" w:rsidP="00970AAA">
                                  <w:pPr>
                                    <w:jc w:val="center"/>
                                  </w:pPr>
                                  <w:r>
                                    <w:t>Kruger</w:t>
                                  </w:r>
                                </w:p>
                              </w:tc>
                            </w:tr>
                            <w:tr w:rsidR="00023729" w14:paraId="4DF06EC0" w14:textId="77777777" w:rsidTr="00970AAA">
                              <w:trPr>
                                <w:trHeight w:val="2131"/>
                              </w:trPr>
                              <w:tc>
                                <w:tcPr>
                                  <w:tcW w:w="1384" w:type="dxa"/>
                                  <w:shd w:val="clear" w:color="auto" w:fill="EAF1DD" w:themeFill="accent3" w:themeFillTint="33"/>
                                  <w:vAlign w:val="center"/>
                                </w:tcPr>
                                <w:p w14:paraId="1642A8C5" w14:textId="77777777" w:rsidR="00023729" w:rsidRDefault="00023729" w:rsidP="00970AAA">
                                  <w:r>
                                    <w:t>Major historical events</w:t>
                                  </w:r>
                                </w:p>
                              </w:tc>
                              <w:tc>
                                <w:tcPr>
                                  <w:tcW w:w="2924" w:type="dxa"/>
                                </w:tcPr>
                                <w:p w14:paraId="165154FA" w14:textId="77777777" w:rsidR="00023729" w:rsidRDefault="00023729"/>
                              </w:tc>
                              <w:tc>
                                <w:tcPr>
                                  <w:tcW w:w="2924" w:type="dxa"/>
                                </w:tcPr>
                                <w:p w14:paraId="4935B244" w14:textId="77777777" w:rsidR="00023729" w:rsidRDefault="00023729"/>
                              </w:tc>
                              <w:tc>
                                <w:tcPr>
                                  <w:tcW w:w="2925" w:type="dxa"/>
                                </w:tcPr>
                                <w:p w14:paraId="2C04C46E" w14:textId="77777777" w:rsidR="00023729" w:rsidRDefault="00023729"/>
                              </w:tc>
                            </w:tr>
                            <w:tr w:rsidR="00023729" w14:paraId="48629A6F" w14:textId="77777777" w:rsidTr="00970AAA">
                              <w:trPr>
                                <w:trHeight w:val="2131"/>
                              </w:trPr>
                              <w:tc>
                                <w:tcPr>
                                  <w:tcW w:w="1384" w:type="dxa"/>
                                  <w:shd w:val="clear" w:color="auto" w:fill="F2DBDB" w:themeFill="accent2" w:themeFillTint="33"/>
                                  <w:vAlign w:val="center"/>
                                </w:tcPr>
                                <w:p w14:paraId="1BD59DD5" w14:textId="77777777" w:rsidR="00023729" w:rsidRDefault="00023729" w:rsidP="00970AAA">
                                  <w:r>
                                    <w:t>Social and cultural atmosphere</w:t>
                                  </w:r>
                                </w:p>
                              </w:tc>
                              <w:tc>
                                <w:tcPr>
                                  <w:tcW w:w="2924" w:type="dxa"/>
                                </w:tcPr>
                                <w:p w14:paraId="6D14C54D" w14:textId="77777777" w:rsidR="00023729" w:rsidRDefault="00023729"/>
                              </w:tc>
                              <w:tc>
                                <w:tcPr>
                                  <w:tcW w:w="2924" w:type="dxa"/>
                                </w:tcPr>
                                <w:p w14:paraId="50E1FB68" w14:textId="77777777" w:rsidR="00023729" w:rsidRDefault="00023729"/>
                              </w:tc>
                              <w:tc>
                                <w:tcPr>
                                  <w:tcW w:w="2925" w:type="dxa"/>
                                </w:tcPr>
                                <w:p w14:paraId="087695EF" w14:textId="77777777" w:rsidR="00023729" w:rsidRDefault="00023729"/>
                              </w:tc>
                            </w:tr>
                            <w:tr w:rsidR="00023729" w14:paraId="377DA3DB" w14:textId="77777777" w:rsidTr="00970AAA">
                              <w:trPr>
                                <w:trHeight w:val="2131"/>
                              </w:trPr>
                              <w:tc>
                                <w:tcPr>
                                  <w:tcW w:w="1384" w:type="dxa"/>
                                  <w:shd w:val="clear" w:color="auto" w:fill="DBE5F1" w:themeFill="accent1" w:themeFillTint="33"/>
                                  <w:vAlign w:val="center"/>
                                </w:tcPr>
                                <w:p w14:paraId="09CB7F66" w14:textId="77777777" w:rsidR="00023729" w:rsidRDefault="00023729" w:rsidP="00970AAA">
                                  <w:r>
                                    <w:t>Political environment</w:t>
                                  </w:r>
                                </w:p>
                              </w:tc>
                              <w:tc>
                                <w:tcPr>
                                  <w:tcW w:w="2924" w:type="dxa"/>
                                </w:tcPr>
                                <w:p w14:paraId="5EE3352F" w14:textId="77777777" w:rsidR="00023729" w:rsidRDefault="00023729"/>
                              </w:tc>
                              <w:tc>
                                <w:tcPr>
                                  <w:tcW w:w="2924" w:type="dxa"/>
                                </w:tcPr>
                                <w:p w14:paraId="4D7C30B4" w14:textId="77777777" w:rsidR="00023729" w:rsidRDefault="00023729"/>
                              </w:tc>
                              <w:tc>
                                <w:tcPr>
                                  <w:tcW w:w="2925" w:type="dxa"/>
                                </w:tcPr>
                                <w:p w14:paraId="3065410F" w14:textId="77777777" w:rsidR="00023729" w:rsidRDefault="00023729"/>
                              </w:tc>
                            </w:tr>
                          </w:tbl>
                          <w:p w14:paraId="6A03E65E" w14:textId="77777777" w:rsidR="00023729" w:rsidRDefault="00023729" w:rsidP="00023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7" o:spid="_x0000_s1036" type="#_x0000_t202" style="position:absolute;margin-left:-2pt;margin-top:69.95pt;width:522pt;height:354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" fillcolor="white [3201]" stroked="f" strokeweight=".5pt">
                <v:textbox>
                  <w:txbxContent>
                    <w:tbl>
                      <w:tblPr>
                        <w:tblStyle w:val="TableGrid"/>
                        <w:tblW w:w="0" w:type="auto"/>
                        <w:tblLook w:val="04A0" w:firstRow="1" w:lastRow="0" w:firstColumn="1" w:lastColumn="0" w:noHBand="0" w:noVBand="1"/>
                      </w:tblPr>
                      <w:tblGrid>
                        <w:gridCol w:w="1437"/>
                        <w:gridCol w:w="2924"/>
                        <w:gridCol w:w="2924"/>
                        <w:gridCol w:w="2925"/>
                      </w:tblGrid>
                      <w:tr w:rsidR="00023729" w14:paraId="15DE8FE3" w14:textId="77777777" w:rsidTr="00970AAA">
                        <w:tc>
                          <w:tcPr>
                            <w:tcW w:w="1384" w:type="dxa"/>
                          </w:tcPr>
                          <w:p w14:paraId="4EF25BBC" w14:textId="77777777" w:rsidR="00023729" w:rsidRDefault="00023729"/>
                        </w:tc>
                        <w:tc>
                          <w:tcPr>
                            <w:tcW w:w="2924" w:type="dxa"/>
                            <w:shd w:val="clear" w:color="auto" w:fill="FDE9D9" w:themeFill="accent6" w:themeFillTint="33"/>
                            <w:vAlign w:val="center"/>
                          </w:tcPr>
                          <w:p w14:paraId="42B60A45" w14:textId="77777777" w:rsidR="00023729" w:rsidRDefault="00023729" w:rsidP="00970AAA">
                            <w:pPr>
                              <w:jc w:val="center"/>
                            </w:pPr>
                            <w:r>
                              <w:t>Johns</w:t>
                            </w:r>
                          </w:p>
                        </w:tc>
                        <w:tc>
                          <w:tcPr>
                            <w:tcW w:w="2924" w:type="dxa"/>
                            <w:shd w:val="clear" w:color="auto" w:fill="DAEEF3" w:themeFill="accent5" w:themeFillTint="33"/>
                            <w:vAlign w:val="center"/>
                          </w:tcPr>
                          <w:p w14:paraId="5CB4E423" w14:textId="77777777" w:rsidR="00023729" w:rsidRDefault="00023729" w:rsidP="00970AAA">
                            <w:pPr>
                              <w:jc w:val="center"/>
                            </w:pPr>
                            <w:r>
                              <w:t>Ringgold</w:t>
                            </w:r>
                          </w:p>
                        </w:tc>
                        <w:tc>
                          <w:tcPr>
                            <w:tcW w:w="2925" w:type="dxa"/>
                            <w:shd w:val="clear" w:color="auto" w:fill="E5DFEC" w:themeFill="accent4" w:themeFillTint="33"/>
                            <w:vAlign w:val="center"/>
                          </w:tcPr>
                          <w:p w14:paraId="22A10236" w14:textId="77777777" w:rsidR="00023729" w:rsidRDefault="00023729" w:rsidP="00970AAA">
                            <w:pPr>
                              <w:jc w:val="center"/>
                            </w:pPr>
                            <w:r>
                              <w:t>Kruger</w:t>
                            </w:r>
                          </w:p>
                        </w:tc>
                      </w:tr>
                      <w:tr w:rsidR="00023729" w14:paraId="4DF06EC0" w14:textId="77777777" w:rsidTr="00970AAA">
                        <w:trPr>
                          <w:trHeight w:val="2131"/>
                        </w:trPr>
                        <w:tc>
                          <w:tcPr>
                            <w:tcW w:w="1384" w:type="dxa"/>
                            <w:shd w:val="clear" w:color="auto" w:fill="EAF1DD" w:themeFill="accent3" w:themeFillTint="33"/>
                            <w:vAlign w:val="center"/>
                          </w:tcPr>
                          <w:p w14:paraId="1642A8C5" w14:textId="77777777" w:rsidR="00023729" w:rsidRDefault="00023729" w:rsidP="00970AAA">
                            <w:r>
                              <w:t>Major historical events</w:t>
                            </w:r>
                          </w:p>
                        </w:tc>
                        <w:tc>
                          <w:tcPr>
                            <w:tcW w:w="2924" w:type="dxa"/>
                          </w:tcPr>
                          <w:p w14:paraId="165154FA" w14:textId="77777777" w:rsidR="00023729" w:rsidRDefault="00023729"/>
                        </w:tc>
                        <w:tc>
                          <w:tcPr>
                            <w:tcW w:w="2924" w:type="dxa"/>
                          </w:tcPr>
                          <w:p w14:paraId="4935B244" w14:textId="77777777" w:rsidR="00023729" w:rsidRDefault="00023729"/>
                        </w:tc>
                        <w:tc>
                          <w:tcPr>
                            <w:tcW w:w="2925" w:type="dxa"/>
                          </w:tcPr>
                          <w:p w14:paraId="2C04C46E" w14:textId="77777777" w:rsidR="00023729" w:rsidRDefault="00023729"/>
                        </w:tc>
                      </w:tr>
                      <w:tr w:rsidR="00023729" w14:paraId="48629A6F" w14:textId="77777777" w:rsidTr="00970AAA">
                        <w:trPr>
                          <w:trHeight w:val="2131"/>
                        </w:trPr>
                        <w:tc>
                          <w:tcPr>
                            <w:tcW w:w="1384" w:type="dxa"/>
                            <w:shd w:val="clear" w:color="auto" w:fill="F2DBDB" w:themeFill="accent2" w:themeFillTint="33"/>
                            <w:vAlign w:val="center"/>
                          </w:tcPr>
                          <w:p w14:paraId="1BD59DD5" w14:textId="77777777" w:rsidR="00023729" w:rsidRDefault="00023729" w:rsidP="00970AAA">
                            <w:r>
                              <w:t>Social and cultural atmosphere</w:t>
                            </w:r>
                          </w:p>
                        </w:tc>
                        <w:tc>
                          <w:tcPr>
                            <w:tcW w:w="2924" w:type="dxa"/>
                          </w:tcPr>
                          <w:p w14:paraId="6D14C54D" w14:textId="77777777" w:rsidR="00023729" w:rsidRDefault="00023729"/>
                        </w:tc>
                        <w:tc>
                          <w:tcPr>
                            <w:tcW w:w="2924" w:type="dxa"/>
                          </w:tcPr>
                          <w:p w14:paraId="50E1FB68" w14:textId="77777777" w:rsidR="00023729" w:rsidRDefault="00023729"/>
                        </w:tc>
                        <w:tc>
                          <w:tcPr>
                            <w:tcW w:w="2925" w:type="dxa"/>
                          </w:tcPr>
                          <w:p w14:paraId="087695EF" w14:textId="77777777" w:rsidR="00023729" w:rsidRDefault="00023729"/>
                        </w:tc>
                      </w:tr>
                      <w:tr w:rsidR="00023729" w14:paraId="377DA3DB" w14:textId="77777777" w:rsidTr="00970AAA">
                        <w:trPr>
                          <w:trHeight w:val="2131"/>
                        </w:trPr>
                        <w:tc>
                          <w:tcPr>
                            <w:tcW w:w="1384" w:type="dxa"/>
                            <w:shd w:val="clear" w:color="auto" w:fill="DBE5F1" w:themeFill="accent1" w:themeFillTint="33"/>
                            <w:vAlign w:val="center"/>
                          </w:tcPr>
                          <w:p w14:paraId="09CB7F66" w14:textId="77777777" w:rsidR="00023729" w:rsidRDefault="00023729" w:rsidP="00970AAA">
                            <w:r>
                              <w:t>Political environment</w:t>
                            </w:r>
                          </w:p>
                        </w:tc>
                        <w:tc>
                          <w:tcPr>
                            <w:tcW w:w="2924" w:type="dxa"/>
                          </w:tcPr>
                          <w:p w14:paraId="5EE3352F" w14:textId="77777777" w:rsidR="00023729" w:rsidRDefault="00023729"/>
                        </w:tc>
                        <w:tc>
                          <w:tcPr>
                            <w:tcW w:w="2924" w:type="dxa"/>
                          </w:tcPr>
                          <w:p w14:paraId="4D7C30B4" w14:textId="77777777" w:rsidR="00023729" w:rsidRDefault="00023729"/>
                        </w:tc>
                        <w:tc>
                          <w:tcPr>
                            <w:tcW w:w="2925" w:type="dxa"/>
                          </w:tcPr>
                          <w:p w14:paraId="3065410F" w14:textId="77777777" w:rsidR="00023729" w:rsidRDefault="00023729"/>
                        </w:tc>
                      </w:tr>
                    </w:tbl>
                    <w:p w14:paraId="6A03E65E" w14:textId="77777777" w:rsidR="00023729" w:rsidRDefault="00023729" w:rsidP="00023729"/>
                  </w:txbxContent>
                </v:textbox>
              </v:shape>
            </w:pict>
          </mc:Fallback>
        </mc:AlternateContent>
      </w:r>
      <w:r>
        <w:t xml:space="preserve">Each artist was working in a different decade.  The time in which the artist was working influenced these artists greatly.  Visit this </w:t>
      </w:r>
      <w:hyperlink r:id="rId25" w:history="1">
        <w:r w:rsidRPr="00EA06CA">
          <w:rPr>
            <w:rStyle w:val="Hyperlink"/>
          </w:rPr>
          <w:t>20</w:t>
        </w:r>
        <w:r w:rsidRPr="00EA06CA">
          <w:rPr>
            <w:rStyle w:val="Hyperlink"/>
            <w:vertAlign w:val="superscript"/>
          </w:rPr>
          <w:t>th</w:t>
        </w:r>
        <w:r w:rsidRPr="00EA06CA">
          <w:rPr>
            <w:rStyle w:val="Hyperlink"/>
          </w:rPr>
          <w:t xml:space="preserve"> Century Decades</w:t>
        </w:r>
      </w:hyperlink>
      <w:bookmarkStart w:id="0" w:name="_GoBack"/>
      <w:bookmarkEnd w:id="0"/>
      <w:r>
        <w:t xml:space="preserve"> site, and the artist’s sites above, to get information to complete the table below. </w:t>
      </w:r>
      <w:r w:rsidRPr="00CF46D5">
        <w:rPr>
          <w:color w:val="C00000"/>
        </w:rPr>
        <w:t xml:space="preserve">Make sure the information you include is </w:t>
      </w:r>
      <w:r w:rsidRPr="00CF46D5">
        <w:rPr>
          <w:b/>
          <w:color w:val="FF0000"/>
        </w:rPr>
        <w:t>relevant to the artist in question</w:t>
      </w:r>
      <w:r w:rsidRPr="00CF46D5">
        <w:rPr>
          <w:color w:val="FF0000"/>
        </w:rPr>
        <w:t xml:space="preserve"> </w:t>
      </w:r>
      <w:r w:rsidRPr="00CF46D5">
        <w:rPr>
          <w:color w:val="C00000"/>
        </w:rPr>
        <w:t>(for example, many things happened in the 1950’s but John’s art work reflects some more than others</w:t>
      </w:r>
      <w:proofErr w:type="gramStart"/>
      <w:r w:rsidRPr="00CF46D5">
        <w:rPr>
          <w:color w:val="C00000"/>
        </w:rPr>
        <w:t>)</w:t>
      </w:r>
      <w:r>
        <w:rPr>
          <w:color w:val="C00000"/>
        </w:rPr>
        <w:t xml:space="preserve">   </w:t>
      </w:r>
      <w:r w:rsidRPr="00970AAA">
        <w:rPr>
          <w:b/>
        </w:rPr>
        <w:t>bullet</w:t>
      </w:r>
      <w:proofErr w:type="gramEnd"/>
      <w:r w:rsidRPr="00970AAA">
        <w:rPr>
          <w:b/>
        </w:rPr>
        <w:t xml:space="preserve"> points OK</w:t>
      </w:r>
    </w:p>
    <w:p w14:paraId="22DD164F" w14:textId="77777777" w:rsidR="00023729" w:rsidRDefault="00023729" w:rsidP="00023729"/>
    <w:p w14:paraId="16AD92AB" w14:textId="77777777" w:rsidR="00023729" w:rsidRDefault="00023729" w:rsidP="00023729"/>
    <w:p w14:paraId="1BE065EB" w14:textId="77777777" w:rsidR="00023729" w:rsidRDefault="00023729" w:rsidP="00023729"/>
    <w:p w14:paraId="0AB299E7" w14:textId="77777777" w:rsidR="00023729" w:rsidRDefault="00023729" w:rsidP="00023729"/>
    <w:p w14:paraId="00C6E8DF" w14:textId="77777777" w:rsidR="00023729" w:rsidRDefault="00023729" w:rsidP="00023729"/>
    <w:p w14:paraId="69E05E18" w14:textId="77777777" w:rsidR="00023729" w:rsidRDefault="00023729" w:rsidP="00023729"/>
    <w:p w14:paraId="5F86A991" w14:textId="77777777" w:rsidR="00023729" w:rsidRDefault="00023729" w:rsidP="00023729"/>
    <w:p w14:paraId="4C2405BA" w14:textId="77777777" w:rsidR="00023729" w:rsidRDefault="00023729" w:rsidP="00023729"/>
    <w:p w14:paraId="1CFC998C" w14:textId="77777777" w:rsidR="00023729" w:rsidRDefault="00023729" w:rsidP="00023729"/>
    <w:p w14:paraId="219B55B2" w14:textId="77777777" w:rsidR="00023729" w:rsidRDefault="00023729" w:rsidP="00023729"/>
    <w:p w14:paraId="5F334C3A" w14:textId="77777777" w:rsidR="00023729" w:rsidRDefault="00023729" w:rsidP="00023729"/>
    <w:p w14:paraId="4E00409C" w14:textId="77777777" w:rsidR="00023729" w:rsidRDefault="00023729" w:rsidP="00023729"/>
    <w:p w14:paraId="7ABB7DF4" w14:textId="77777777" w:rsidR="00023729" w:rsidRDefault="00023729" w:rsidP="00023729"/>
    <w:p w14:paraId="05DBFF51" w14:textId="77777777" w:rsidR="00023729" w:rsidRDefault="00023729" w:rsidP="00023729"/>
    <w:p w14:paraId="63DE7BB3" w14:textId="77777777" w:rsidR="00023729" w:rsidRDefault="00023729" w:rsidP="00023729">
      <w:pPr>
        <w:rPr>
          <w:b/>
        </w:rPr>
      </w:pPr>
    </w:p>
    <w:p w14:paraId="693C617C" w14:textId="77777777" w:rsidR="00023729" w:rsidRPr="00704C0C" w:rsidRDefault="00023729" w:rsidP="00023729">
      <w:pPr>
        <w:rPr>
          <w:b/>
        </w:rPr>
      </w:pPr>
      <w:r w:rsidRPr="00704C0C">
        <w:rPr>
          <w:b/>
        </w:rPr>
        <w:t>Synthesis</w:t>
      </w:r>
    </w:p>
    <w:p w14:paraId="4C74BB9F" w14:textId="77777777" w:rsidR="00023729" w:rsidRDefault="00023729" w:rsidP="00023729">
      <w:r>
        <w:t xml:space="preserve">Now write about which </w:t>
      </w:r>
      <w:proofErr w:type="gramStart"/>
      <w:r>
        <w:t>art work</w:t>
      </w:r>
      <w:proofErr w:type="gramEnd"/>
      <w:r>
        <w:t xml:space="preserve"> you feel was most effective in bringing Form, Theme and Context together to make a compelling art work.  Explain why the </w:t>
      </w:r>
      <w:proofErr w:type="gramStart"/>
      <w:r>
        <w:t>art work</w:t>
      </w:r>
      <w:proofErr w:type="gramEnd"/>
      <w:r>
        <w:t xml:space="preserve"> you chose uses these three aspects of art effectively.</w:t>
      </w:r>
    </w:p>
    <w:p w14:paraId="354E99FB" w14:textId="77777777" w:rsidR="00023729" w:rsidRDefault="00023729" w:rsidP="00023729">
      <w:r>
        <w:rPr>
          <w:noProof/>
          <w:lang w:eastAsia="en-US"/>
        </w:rPr>
        <mc:AlternateContent>
          <mc:Choice Requires="wps">
            <w:drawing>
              <wp:anchor distT="0" distB="0" distL="114300" distR="114300" simplePos="0" relativeHeight="251671552" behindDoc="0" locked="0" layoutInCell="1" allowOverlap="1" wp14:anchorId="16E80922" wp14:editId="5EB30F07">
                <wp:simplePos x="0" y="0"/>
                <wp:positionH relativeFrom="column">
                  <wp:posOffset>2540</wp:posOffset>
                </wp:positionH>
                <wp:positionV relativeFrom="paragraph">
                  <wp:posOffset>17145</wp:posOffset>
                </wp:positionV>
                <wp:extent cx="6467475" cy="5943600"/>
                <wp:effectExtent l="0" t="0" r="28575" b="19050"/>
                <wp:wrapNone/>
                <wp:docPr id="18" name="Text Box 18"/>
                <wp:cNvGraphicFramePr/>
                <a:graphic xmlns:a="http://schemas.openxmlformats.org/drawingml/2006/main">
                  <a:graphicData uri="http://schemas.microsoft.com/office/word/2010/wordprocessingShape">
                    <wps:wsp>
                      <wps:cNvSpPr txBox="1"/>
                      <wps:spPr>
                        <a:xfrm>
                          <a:off x="0" y="0"/>
                          <a:ext cx="6467475" cy="594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B4892B" w14:textId="77777777" w:rsidR="00023729" w:rsidRDefault="00023729" w:rsidP="00023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7" type="#_x0000_t202" style="position:absolute;margin-left:.2pt;margin-top:1.35pt;width:509.25pt;height:468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" fillcolor="white [3201]" strokeweight=".5pt">
                <v:textbox>
                  <w:txbxContent>
                    <w:p w:rsidR="00023729" w:rsidRDefault="00023729" w:rsidP="00023729"/>
                  </w:txbxContent>
                </v:textbox>
              </v:shape>
            </w:pict>
          </mc:Fallback>
        </mc:AlternateContent>
      </w:r>
    </w:p>
    <w:p w14:paraId="2375F625" w14:textId="77777777" w:rsidR="00023729" w:rsidRDefault="00023729" w:rsidP="00023729"/>
    <w:p w14:paraId="7F70B99C" w14:textId="77777777" w:rsidR="00023729" w:rsidRDefault="00023729" w:rsidP="00023729"/>
    <w:p w14:paraId="228DA383" w14:textId="77777777" w:rsidR="00023729" w:rsidRDefault="00023729" w:rsidP="00023729"/>
    <w:p w14:paraId="2EC6AC96" w14:textId="77777777" w:rsidR="00023729" w:rsidRDefault="00023729" w:rsidP="00023729"/>
    <w:p w14:paraId="16D7C1B9" w14:textId="77777777" w:rsidR="00023729" w:rsidRDefault="00023729" w:rsidP="00023729"/>
    <w:p w14:paraId="6E2F97C4" w14:textId="77777777" w:rsidR="00023729" w:rsidRDefault="00023729" w:rsidP="00023729"/>
    <w:p w14:paraId="32DE37EF" w14:textId="77777777" w:rsidR="00023729" w:rsidRDefault="00023729" w:rsidP="00023729"/>
    <w:p w14:paraId="12149DE0" w14:textId="77777777" w:rsidR="00023729" w:rsidRDefault="00023729" w:rsidP="00023729"/>
    <w:p w14:paraId="3BF949E1" w14:textId="77777777" w:rsidR="00023729" w:rsidRDefault="00023729" w:rsidP="00023729"/>
    <w:p w14:paraId="65941CB8" w14:textId="77777777" w:rsidR="00023729" w:rsidRDefault="00023729" w:rsidP="00023729"/>
    <w:p w14:paraId="7E1EB2D4" w14:textId="77777777" w:rsidR="00023729" w:rsidRDefault="00023729" w:rsidP="00023729"/>
    <w:p w14:paraId="7ABF761C" w14:textId="77777777" w:rsidR="00023729" w:rsidRDefault="00023729" w:rsidP="00E67D80"/>
    <w:sectPr w:rsidR="00023729" w:rsidSect="00E67D80">
      <w:pgSz w:w="11907" w:h="16840"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E438A"/>
    <w:multiLevelType w:val="hybridMultilevel"/>
    <w:tmpl w:val="FA960D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4D5DAB"/>
    <w:multiLevelType w:val="hybridMultilevel"/>
    <w:tmpl w:val="FA960D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729"/>
    <w:rsid w:val="00023729"/>
    <w:rsid w:val="00042559"/>
    <w:rsid w:val="001E4392"/>
    <w:rsid w:val="003619A5"/>
    <w:rsid w:val="003715A5"/>
    <w:rsid w:val="003E1C85"/>
    <w:rsid w:val="004F5611"/>
    <w:rsid w:val="005123BC"/>
    <w:rsid w:val="00515CC0"/>
    <w:rsid w:val="00622453"/>
    <w:rsid w:val="006A5D48"/>
    <w:rsid w:val="007232D4"/>
    <w:rsid w:val="00754756"/>
    <w:rsid w:val="00765806"/>
    <w:rsid w:val="008A06DC"/>
    <w:rsid w:val="008A2E84"/>
    <w:rsid w:val="009A2007"/>
    <w:rsid w:val="00A32E34"/>
    <w:rsid w:val="00AF4FCD"/>
    <w:rsid w:val="00B82D4A"/>
    <w:rsid w:val="00BA156B"/>
    <w:rsid w:val="00CF51A7"/>
    <w:rsid w:val="00E0172B"/>
    <w:rsid w:val="00E67D80"/>
    <w:rsid w:val="00EA06CA"/>
    <w:rsid w:val="00ED22BF"/>
    <w:rsid w:val="00F941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BC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80"/>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D80"/>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D22BF"/>
    <w:rPr>
      <w:color w:val="0000FF"/>
      <w:u w:val="single"/>
    </w:rPr>
  </w:style>
  <w:style w:type="paragraph" w:styleId="BalloonText">
    <w:name w:val="Balloon Text"/>
    <w:basedOn w:val="Normal"/>
    <w:link w:val="BalloonTextChar"/>
    <w:uiPriority w:val="99"/>
    <w:semiHidden/>
    <w:unhideWhenUsed/>
    <w:rsid w:val="00ED22B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22BF"/>
    <w:rPr>
      <w:rFonts w:ascii="Lucida Grande" w:hAnsi="Lucida Grande"/>
      <w:sz w:val="18"/>
      <w:szCs w:val="18"/>
      <w:lang w:eastAsia="zh-CN"/>
    </w:rPr>
  </w:style>
  <w:style w:type="paragraph" w:styleId="ListParagraph">
    <w:name w:val="List Paragraph"/>
    <w:basedOn w:val="Normal"/>
    <w:uiPriority w:val="34"/>
    <w:qFormat/>
    <w:rsid w:val="00AF4FCD"/>
    <w:pPr>
      <w:ind w:left="720"/>
      <w:contextualSpacing/>
    </w:pPr>
    <w:rPr>
      <w:lang w:eastAsia="ko-KR"/>
    </w:rPr>
  </w:style>
  <w:style w:type="character" w:styleId="FollowedHyperlink">
    <w:name w:val="FollowedHyperlink"/>
    <w:basedOn w:val="DefaultParagraphFont"/>
    <w:uiPriority w:val="99"/>
    <w:semiHidden/>
    <w:unhideWhenUsed/>
    <w:rsid w:val="00EA06C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80"/>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D80"/>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D22BF"/>
    <w:rPr>
      <w:color w:val="0000FF"/>
      <w:u w:val="single"/>
    </w:rPr>
  </w:style>
  <w:style w:type="paragraph" w:styleId="BalloonText">
    <w:name w:val="Balloon Text"/>
    <w:basedOn w:val="Normal"/>
    <w:link w:val="BalloonTextChar"/>
    <w:uiPriority w:val="99"/>
    <w:semiHidden/>
    <w:unhideWhenUsed/>
    <w:rsid w:val="00ED22BF"/>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22BF"/>
    <w:rPr>
      <w:rFonts w:ascii="Lucida Grande" w:hAnsi="Lucida Grande"/>
      <w:sz w:val="18"/>
      <w:szCs w:val="18"/>
      <w:lang w:eastAsia="zh-CN"/>
    </w:rPr>
  </w:style>
  <w:style w:type="paragraph" w:styleId="ListParagraph">
    <w:name w:val="List Paragraph"/>
    <w:basedOn w:val="Normal"/>
    <w:uiPriority w:val="34"/>
    <w:qFormat/>
    <w:rsid w:val="00AF4FCD"/>
    <w:pPr>
      <w:ind w:left="720"/>
      <w:contextualSpacing/>
    </w:pPr>
    <w:rPr>
      <w:lang w:eastAsia="ko-KR"/>
    </w:rPr>
  </w:style>
  <w:style w:type="character" w:styleId="FollowedHyperlink">
    <w:name w:val="FollowedHyperlink"/>
    <w:basedOn w:val="DefaultParagraphFont"/>
    <w:uiPriority w:val="99"/>
    <w:semiHidden/>
    <w:unhideWhenUsed/>
    <w:rsid w:val="00EA06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hyperlink" Target="http://www.pbs.org/wnet/aaworld/arts/ringgold.html" TargetMode="External"/><Relationship Id="rId21" Type="http://schemas.openxmlformats.org/officeDocument/2006/relationships/hyperlink" Target="http://www.newyorkartworld.com/commentary/JasperJohnsThreeFlags.html" TargetMode="External"/><Relationship Id="rId22" Type="http://schemas.openxmlformats.org/officeDocument/2006/relationships/hyperlink" Target="http://edu.warhol.org/app_johns.html" TargetMode="External"/><Relationship Id="rId23" Type="http://schemas.openxmlformats.org/officeDocument/2006/relationships/hyperlink" Target="http://www.newyorkartworld.com/commentary/JasperJohnsThreeFlags.html" TargetMode="External"/><Relationship Id="rId24" Type="http://schemas.openxmlformats.org/officeDocument/2006/relationships/hyperlink" Target="http://edu.warhol.org/app_johns.html" TargetMode="External"/><Relationship Id="rId25" Type="http://schemas.openxmlformats.org/officeDocument/2006/relationships/hyperlink" Target="http://kclibrary.lonestar.edu/decades.html"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image" Target="media/image20.jpg"/><Relationship Id="rId11" Type="http://schemas.openxmlformats.org/officeDocument/2006/relationships/image" Target="media/image3.jpg"/><Relationship Id="rId12" Type="http://schemas.openxmlformats.org/officeDocument/2006/relationships/image" Target="media/image30.jpg"/><Relationship Id="rId13" Type="http://schemas.openxmlformats.org/officeDocument/2006/relationships/hyperlink" Target="http://edu.warhol.org/app_kruger.html" TargetMode="External"/><Relationship Id="rId14" Type="http://schemas.openxmlformats.org/officeDocument/2006/relationships/hyperlink" Target="http://www.arthistoryarchive.com/arthistory/feminist/Barbara-Kruger.html" TargetMode="External"/><Relationship Id="rId15" Type="http://schemas.openxmlformats.org/officeDocument/2006/relationships/hyperlink" Target="http://edu.warhol.org/app_kruger.html" TargetMode="External"/><Relationship Id="rId16" Type="http://schemas.openxmlformats.org/officeDocument/2006/relationships/hyperlink" Target="http://www.arthistoryarchive.com/arthistory/feminist/Barbara-Kruger.html" TargetMode="External"/><Relationship Id="rId17" Type="http://schemas.openxmlformats.org/officeDocument/2006/relationships/hyperlink" Target="http://www.faithringgold.com/" TargetMode="External"/><Relationship Id="rId18" Type="http://schemas.openxmlformats.org/officeDocument/2006/relationships/hyperlink" Target="http://www.pbs.org/wnet/aaworld/arts/ringgold.html" TargetMode="External"/><Relationship Id="rId19" Type="http://schemas.openxmlformats.org/officeDocument/2006/relationships/hyperlink" Target="http://www.faithringgold.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image" Target="media/image10.jp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K&amp;U%20rubric%2020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44AA0-C057-A943-B7BE-14E2B85A0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K&amp;U rubric 2013.dotx</Template>
  <TotalTime>3</TotalTime>
  <Pages>4</Pages>
  <Words>247</Words>
  <Characters>1413</Characters>
  <Application>Microsoft Macintosh Word</Application>
  <DocSecurity>0</DocSecurity>
  <Lines>11</Lines>
  <Paragraphs>3</Paragraphs>
  <ScaleCrop>false</ScaleCrop>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2</cp:revision>
  <dcterms:created xsi:type="dcterms:W3CDTF">2013-10-30T04:13:00Z</dcterms:created>
  <dcterms:modified xsi:type="dcterms:W3CDTF">2013-11-26T02:59:00Z</dcterms:modified>
</cp:coreProperties>
</file>